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6BF0E" w14:textId="4176488D" w:rsidR="0046382E" w:rsidRPr="00D00ADC" w:rsidRDefault="00D00ADC" w:rsidP="0046382E">
      <w:pPr>
        <w:pStyle w:val="Alcm-Nv"/>
        <w:spacing w:line="276" w:lineRule="auto"/>
        <w:rPr>
          <w:sz w:val="52"/>
          <w:szCs w:val="52"/>
        </w:rPr>
      </w:pPr>
      <w:bookmarkStart w:id="0" w:name="_GoBack"/>
      <w:r>
        <w:rPr>
          <w:noProof/>
          <w:lang w:eastAsia="hu-HU"/>
        </w:rPr>
        <w:drawing>
          <wp:anchor distT="0" distB="0" distL="114300" distR="114300" simplePos="0" relativeHeight="252000767" behindDoc="0" locked="0" layoutInCell="1" allowOverlap="1" wp14:anchorId="191B2507" wp14:editId="42132371">
            <wp:simplePos x="0" y="0"/>
            <wp:positionH relativeFrom="column">
              <wp:posOffset>13237</wp:posOffset>
            </wp:positionH>
            <wp:positionV relativeFrom="page">
              <wp:posOffset>357505</wp:posOffset>
            </wp:positionV>
            <wp:extent cx="1414145" cy="1414145"/>
            <wp:effectExtent l="63500" t="63500" r="59055" b="59055"/>
            <wp:wrapNone/>
            <wp:docPr id="1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erson looking at the camera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1414145"/>
                    </a:xfrm>
                    <a:prstGeom prst="ellipse">
                      <a:avLst/>
                    </a:prstGeom>
                    <a:ln w="47625" cap="flat" cmpd="sng" algn="ctr">
                      <a:solidFill>
                        <a:srgbClr val="0082AF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4F4730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64927" behindDoc="1" locked="0" layoutInCell="1" allowOverlap="1" wp14:anchorId="3472B23B" wp14:editId="70E2AFEA">
                <wp:simplePos x="0" y="0"/>
                <wp:positionH relativeFrom="column">
                  <wp:posOffset>-516467</wp:posOffset>
                </wp:positionH>
                <wp:positionV relativeFrom="page">
                  <wp:posOffset>0</wp:posOffset>
                </wp:positionV>
                <wp:extent cx="7691755" cy="1371600"/>
                <wp:effectExtent l="0" t="0" r="4445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1755" cy="137160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154679D4" id="Rectangle 8" o:spid="_x0000_s1026" style="position:absolute;margin-left:-40.65pt;margin-top:0;width:605.65pt;height:108pt;z-index:-2513515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" fillcolor="#00acef" stroked="f" strokeweight="1pt">
                <w10:wrap anchory="page"/>
              </v:rect>
            </w:pict>
          </mc:Fallback>
        </mc:AlternateContent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 w:rsidR="0046382E" w:rsidRPr="00D00ADC">
        <w:rPr>
          <w:sz w:val="52"/>
          <w:szCs w:val="52"/>
        </w:rPr>
        <w:t>marketing koordinátor</w:t>
      </w:r>
    </w:p>
    <w:p w14:paraId="4ADCF9B1" w14:textId="728DF899" w:rsidR="00C04413" w:rsidRPr="00AE6AE1" w:rsidRDefault="0046382E" w:rsidP="00D00ADC">
      <w:pPr>
        <w:pStyle w:val="Cm-Pozci"/>
        <w:ind w:left="2268" w:firstLine="567"/>
        <w:rPr>
          <w:rStyle w:val="Hyperlink"/>
          <w:color w:val="FFFFFF" w:themeColor="background1"/>
          <w:sz w:val="28"/>
          <w:szCs w:val="28"/>
          <w:u w:val="none"/>
        </w:rPr>
      </w:pPr>
      <w:r>
        <w:rPr>
          <w:sz w:val="28"/>
          <w:szCs w:val="28"/>
        </w:rPr>
        <w:t>Minta Péter</w:t>
      </w:r>
    </w:p>
    <w:p w14:paraId="049C8452" w14:textId="6A8B444C" w:rsidR="00AE6AE1" w:rsidRDefault="00D00ADC" w:rsidP="00AE6AE1">
      <w:pPr>
        <w:spacing w:after="0" w:line="480" w:lineRule="auto"/>
        <w:ind w:firstLine="567"/>
        <w:rPr>
          <w:rStyle w:val="Hyperlink"/>
          <w:rFonts w:ascii="Arial" w:hAnsi="Arial" w:cs="Arial"/>
          <w:color w:val="00ACEF"/>
          <w:sz w:val="18"/>
          <w:szCs w:val="18"/>
          <w:u w:val="none"/>
        </w:rPr>
      </w:pPr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843070" behindDoc="0" locked="0" layoutInCell="1" allowOverlap="1" wp14:anchorId="19C05374" wp14:editId="11E94EFB">
                <wp:simplePos x="0" y="0"/>
                <wp:positionH relativeFrom="column">
                  <wp:posOffset>3967149</wp:posOffset>
                </wp:positionH>
                <wp:positionV relativeFrom="paragraph">
                  <wp:posOffset>247650</wp:posOffset>
                </wp:positionV>
                <wp:extent cx="195580" cy="195580"/>
                <wp:effectExtent l="0" t="0" r="7620" b="762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80" cy="195580"/>
                          <a:chOff x="0" y="0"/>
                          <a:chExt cx="195580" cy="195580"/>
                        </a:xfrm>
                      </wpg:grpSpPr>
                      <wps:wsp>
                        <wps:cNvPr id="17" name="Oval 17"/>
                        <wps:cNvSpPr/>
                        <wps:spPr>
                          <a:xfrm>
                            <a:off x="0" y="0"/>
                            <a:ext cx="195580" cy="195580"/>
                          </a:xfrm>
                          <a:prstGeom prst="ellipse">
                            <a:avLst/>
                          </a:prstGeom>
                          <a:solidFill>
                            <a:srgbClr val="0282B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Graphic 1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40640" y="3810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w14:anchorId="208587F7" id="Group 10" o:spid="_x0000_s1026" style="position:absolute;margin-left:312.35pt;margin-top:19.5pt;width:15.4pt;height:15.4pt;z-index:251843070" coordsize="195580,19558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">
                <v:oval id="Oval 17" o:spid="_x0000_s1027" style="position:absolute;width:195580;height:1955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NwD7wQAA&#10;ANsAAAAPAAAAZHJzL2Rvd25yZXYueG1sRE/basJAEH0X+g/LCH2rm9hSJbpKLVhKpAUvHzBkxySY&#10;nUmzW41/7xYKvs3hXGe+7F2jztT5WthAOkpAERdiay4NHPbrpykoH5AtNsJk4EoelouHwRwzKxfe&#10;0nkXShVD2GdooAqhzbT2RUUO/Uha4sgdpXMYIuxKbTu8xHDX6HGSvGqHNceGClt6r6g47X6dgVy+&#10;83Sz+smf3ebLrdMPmQq+GPM47N9moAL14S7+d3/aOH8Cf7/EA/Ti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DcA+8EAAADbAAAADwAAAAAAAAAAAAAAAACXAgAAZHJzL2Rvd25y&#10;ZXYueG1sUEsFBgAAAAAEAAQA9QAAAIUDAAAAAA==&#10;" fillcolor="#0282b0" stroked="f" strokeweight="1pt">
                  <v:stroke joinstyle="miter"/>
                </v:oval>
                <v:shape id="Graphic 18" o:spid="_x0000_s1028" type="#_x0000_t75" style="position:absolute;left:40640;top:38100;width:118745;height:1187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7D&#10;o8XFAAAA2wAAAA8AAABkcnMvZG93bnJldi54bWxEj09rwzAMxe+Dfgejwi6jddqNUdK6Zax0bLDL&#10;+veqxmocGssh9tLs20+HwW4S7+m9nxar3teqozZWgQ1Mxhko4iLYiksD+91mNAMVE7LFOjAZ+KEI&#10;q+XgboG5DTf+om6bSiUhHHM04FJqcq1j4chjHIeGWLRLaD0mWdtS2xZvEu5rPc2yZ+2xYmlw2NCr&#10;o+K6/fYGLo+ng9YfT+sHfzp7d+6Kt2P1acz9sH+Zg0rUp3/z3/W7FXyBlV9kAL38BQ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Duw6PFxQAAANsAAAAPAAAAAAAAAAAAAAAAAJwC&#10;AABkcnMvZG93bnJldi54bWxQSwUGAAAAAAQABAD3AAAAjgMAAAAA&#10;">
                  <v:imagedata r:id="rId18" o:title=""/>
                  <v:path arrowok="t"/>
                </v:shape>
              </v:group>
            </w:pict>
          </mc:Fallback>
        </mc:AlternateContent>
      </w:r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841023" behindDoc="0" locked="0" layoutInCell="1" allowOverlap="1" wp14:anchorId="201BFBC9" wp14:editId="6ADABD22">
                <wp:simplePos x="0" y="0"/>
                <wp:positionH relativeFrom="column">
                  <wp:posOffset>1798265</wp:posOffset>
                </wp:positionH>
                <wp:positionV relativeFrom="paragraph">
                  <wp:posOffset>250825</wp:posOffset>
                </wp:positionV>
                <wp:extent cx="195580" cy="195580"/>
                <wp:effectExtent l="0" t="0" r="7620" b="762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80" cy="195580"/>
                          <a:chOff x="0" y="0"/>
                          <a:chExt cx="195580" cy="195580"/>
                        </a:xfrm>
                      </wpg:grpSpPr>
                      <wps:wsp>
                        <wps:cNvPr id="26" name="Oval 26"/>
                        <wps:cNvSpPr/>
                        <wps:spPr>
                          <a:xfrm>
                            <a:off x="0" y="0"/>
                            <a:ext cx="195580" cy="195580"/>
                          </a:xfrm>
                          <a:prstGeom prst="ellipse">
                            <a:avLst/>
                          </a:prstGeom>
                          <a:solidFill>
                            <a:srgbClr val="0282B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Graphic 29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40640" y="38100"/>
                            <a:ext cx="118745" cy="1187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w14:anchorId="2905F79F" id="Group 25" o:spid="_x0000_s1026" style="position:absolute;margin-left:141.6pt;margin-top:19.75pt;width:15.4pt;height:15.4pt;z-index:251841023" coordsize="195580,19558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">
                <v:oval id="Oval 26" o:spid="_x0000_s1027" style="position:absolute;width:195580;height:1955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F2/dxAAA&#10;ANsAAAAPAAAAZHJzL2Rvd25yZXYueG1sRI/dasJAFITvhb7Dcgq9q5vYIiG6SitYSqSCPw9wyB6T&#10;YPacmN1q+vbdQsHLYWa+YebLwbXqSr1vhA2k4wQUcSm24crA8bB+zkD5gGyxFSYDP+RhuXgYzTG3&#10;cuMdXfehUhHCPkcDdQhdrrUva3Lox9IRR+8kvcMQZV9p2+Mtwl2rJ0ky1Q4bjgs1drSqqTzvv52B&#10;QrZFunm/FC9u8+XW6Ydkgq/GPD0ObzNQgYZwD/+3P62ByRT+vsQfoB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Rdv3cQAAADbAAAADwAAAAAAAAAAAAAAAACXAgAAZHJzL2Rv&#10;d25yZXYueG1sUEsFBgAAAAAEAAQA9QAAAIgDAAAAAA==&#10;" fillcolor="#0282b0" stroked="f" strokeweight="1pt">
                  <v:stroke joinstyle="miter"/>
                </v:oval>
                <v:shape id="Graphic 29" o:spid="_x0000_s1028" type="#_x0000_t75" style="position:absolute;left:40640;top:38100;width:118745;height:1187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">
                  <v:imagedata r:id="rId21" o:title=""/>
                  <v:path arrowok="t"/>
                </v:shape>
              </v:group>
            </w:pict>
          </mc:Fallback>
        </mc:AlternateContent>
      </w:r>
    </w:p>
    <w:p w14:paraId="2A62BD60" w14:textId="36ED41F2" w:rsidR="00DD4F31" w:rsidRDefault="00B42C2E" w:rsidP="00D00ADC">
      <w:pPr>
        <w:spacing w:after="240" w:line="480" w:lineRule="auto"/>
        <w:ind w:left="2835" w:firstLine="567"/>
        <w:rPr>
          <w:rFonts w:ascii="Arial" w:hAnsi="Arial" w:cs="Arial"/>
          <w:color w:val="00ACEF"/>
          <w:sz w:val="18"/>
          <w:szCs w:val="18"/>
        </w:rPr>
      </w:pPr>
      <w:r w:rsidRPr="00BF24EE">
        <w:rPr>
          <w:rStyle w:val="Hyperlink"/>
          <w:rFonts w:ascii="Arial" w:hAnsi="Arial" w:cs="Arial"/>
          <w:color w:val="00ACEF"/>
          <w:u w:val="none"/>
        </w:rPr>
        <w:t>minta.peter</w:t>
      </w:r>
      <w:r w:rsidR="00AE6AE1" w:rsidRPr="00BF24EE">
        <w:rPr>
          <w:rStyle w:val="Hyperlink"/>
          <w:rFonts w:ascii="Arial" w:hAnsi="Arial" w:cs="Arial"/>
          <w:color w:val="00ACEF"/>
          <w:u w:val="none"/>
        </w:rPr>
        <w:t>@gmail.com</w:t>
      </w:r>
      <w:r w:rsidR="00AE6AE1">
        <w:rPr>
          <w:rStyle w:val="Hyperlink"/>
          <w:rFonts w:ascii="Arial" w:hAnsi="Arial" w:cs="Arial"/>
          <w:color w:val="00ACEF"/>
          <w:sz w:val="18"/>
          <w:szCs w:val="18"/>
          <w:u w:val="none"/>
        </w:rPr>
        <w:tab/>
      </w:r>
      <w:r w:rsidR="00AE6AE1">
        <w:rPr>
          <w:rStyle w:val="Hyperlink"/>
          <w:rFonts w:ascii="Arial" w:hAnsi="Arial" w:cs="Arial"/>
          <w:color w:val="00ACEF"/>
          <w:sz w:val="18"/>
          <w:szCs w:val="18"/>
          <w:u w:val="none"/>
        </w:rPr>
        <w:tab/>
      </w:r>
      <w:r w:rsidR="00AE6AE1" w:rsidRPr="00BF24EE">
        <w:rPr>
          <w:rFonts w:ascii="Arial" w:hAnsi="Arial" w:cs="Arial"/>
          <w:color w:val="00ACEF"/>
        </w:rPr>
        <w:t xml:space="preserve">+36 20 </w:t>
      </w:r>
      <w:r w:rsidRPr="00BF24EE">
        <w:rPr>
          <w:rFonts w:ascii="Arial" w:hAnsi="Arial" w:cs="Arial"/>
          <w:color w:val="00ACEF"/>
        </w:rPr>
        <w:t>222</w:t>
      </w:r>
      <w:r w:rsidR="00AE6AE1" w:rsidRPr="00BF24EE">
        <w:rPr>
          <w:rFonts w:ascii="Arial" w:hAnsi="Arial" w:cs="Arial"/>
          <w:color w:val="00ACEF"/>
        </w:rPr>
        <w:t xml:space="preserve"> 11 </w:t>
      </w:r>
      <w:r w:rsidRPr="00BF24EE">
        <w:rPr>
          <w:rFonts w:ascii="Arial" w:hAnsi="Arial" w:cs="Arial"/>
          <w:color w:val="00ACEF"/>
        </w:rPr>
        <w:t>11</w:t>
      </w:r>
    </w:p>
    <w:p w14:paraId="62830CBE" w14:textId="2020B3B5" w:rsidR="00214CD3" w:rsidRPr="00886615" w:rsidRDefault="00886615" w:rsidP="00F71C72">
      <w:pPr>
        <w:pStyle w:val="H1"/>
        <w:spacing w:after="120"/>
        <w:ind w:left="1304"/>
        <w:rPr>
          <w:sz w:val="30"/>
          <w:szCs w:val="30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47167" behindDoc="0" locked="0" layoutInCell="1" allowOverlap="1" wp14:anchorId="6E5CFEAF" wp14:editId="0369A2CC">
                <wp:simplePos x="0" y="0"/>
                <wp:positionH relativeFrom="column">
                  <wp:posOffset>2356338</wp:posOffset>
                </wp:positionH>
                <wp:positionV relativeFrom="paragraph">
                  <wp:posOffset>212285</wp:posOffset>
                </wp:positionV>
                <wp:extent cx="4319857" cy="86360"/>
                <wp:effectExtent l="0" t="0" r="0" b="254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857" cy="8636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71D52F" id="Rectangle 46" o:spid="_x0000_s1026" style="position:absolute;margin-left:185.55pt;margin-top:16.7pt;width:340.15pt;height:6.8pt;z-index:2518471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" fillcolor="#00acef" stroked="f" strokeweight="1pt"/>
            </w:pict>
          </mc:Fallback>
        </mc:AlternateContent>
      </w:r>
      <w:r w:rsidR="002D6A64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845119" behindDoc="0" locked="0" layoutInCell="1" allowOverlap="1" wp14:anchorId="06C8F991" wp14:editId="0B10648E">
                <wp:simplePos x="0" y="0"/>
                <wp:positionH relativeFrom="column">
                  <wp:posOffset>-26035</wp:posOffset>
                </wp:positionH>
                <wp:positionV relativeFrom="paragraph">
                  <wp:posOffset>206163</wp:posOffset>
                </wp:positionV>
                <wp:extent cx="647700" cy="85090"/>
                <wp:effectExtent l="0" t="0" r="1270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010E0D" id="Rectangle 45" o:spid="_x0000_s1026" style="position:absolute;margin-left:-2.05pt;margin-top:16.25pt;width:51pt;height:6.7pt;z-index:251845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" fillcolor="#00acef" stroked="f" strokeweight="1pt"/>
            </w:pict>
          </mc:Fallback>
        </mc:AlternateContent>
      </w:r>
      <w:r w:rsidR="00214CD3">
        <w:rPr>
          <w:sz w:val="18"/>
          <w:szCs w:val="18"/>
        </w:rPr>
        <w:br/>
      </w:r>
      <w:r w:rsidR="00214CD3" w:rsidRPr="00886615">
        <w:rPr>
          <w:sz w:val="30"/>
          <w:szCs w:val="30"/>
        </w:rPr>
        <w:t>Célkitűzés</w:t>
      </w:r>
    </w:p>
    <w:p w14:paraId="5C7240B5" w14:textId="1C93246A" w:rsidR="00296A0E" w:rsidRDefault="007C3364" w:rsidP="00886615">
      <w:pPr>
        <w:pStyle w:val="Folyszveg"/>
        <w:spacing w:after="100"/>
        <w:jc w:val="both"/>
        <w:rPr>
          <w:sz w:val="22"/>
          <w:szCs w:val="22"/>
        </w:rPr>
      </w:pPr>
      <w:r w:rsidRPr="007C3364">
        <w:rPr>
          <w:sz w:val="22"/>
          <w:szCs w:val="22"/>
        </w:rPr>
        <w:t>Marketing koordinátor pozícióban szeretném a South. Kft. csapatát erősíteni, hogy a marketingben és tartalomfejlesztésben szerzett széleskörű tapasztalataimat, kiemelkedő kommunikációs és szövegírói készségemet velük együtt kamatoztathassam.</w:t>
      </w:r>
    </w:p>
    <w:p w14:paraId="53E8B812" w14:textId="77777777" w:rsidR="00886615" w:rsidRPr="00DE0BD2" w:rsidRDefault="00886615" w:rsidP="00886615">
      <w:pPr>
        <w:pStyle w:val="Folyszveg"/>
        <w:spacing w:after="100"/>
        <w:jc w:val="both"/>
        <w:rPr>
          <w:sz w:val="22"/>
          <w:szCs w:val="22"/>
        </w:rPr>
      </w:pPr>
    </w:p>
    <w:p w14:paraId="18CC5158" w14:textId="50FE7A9A" w:rsidR="00AC3AF7" w:rsidRPr="00886615" w:rsidRDefault="002D6A64" w:rsidP="00C411B8">
      <w:pPr>
        <w:pStyle w:val="H1"/>
        <w:spacing w:after="120"/>
        <w:ind w:left="1304"/>
        <w:rPr>
          <w:sz w:val="30"/>
          <w:szCs w:val="30"/>
        </w:rPr>
      </w:pPr>
      <w:r w:rsidRPr="00886615">
        <w:rPr>
          <w:noProof/>
          <w:sz w:val="30"/>
          <w:szCs w:val="30"/>
          <w:lang w:eastAsia="hu-HU"/>
        </w:rPr>
        <mc:AlternateContent>
          <mc:Choice Requires="wps">
            <w:drawing>
              <wp:anchor distT="0" distB="0" distL="114300" distR="114300" simplePos="0" relativeHeight="251951615" behindDoc="0" locked="0" layoutInCell="1" allowOverlap="1" wp14:anchorId="47FAE11B" wp14:editId="6A65ACC1">
                <wp:simplePos x="0" y="0"/>
                <wp:positionH relativeFrom="column">
                  <wp:posOffset>3182815</wp:posOffset>
                </wp:positionH>
                <wp:positionV relativeFrom="paragraph">
                  <wp:posOffset>69850</wp:posOffset>
                </wp:positionV>
                <wp:extent cx="3498704" cy="86360"/>
                <wp:effectExtent l="0" t="0" r="0" b="2540"/>
                <wp:wrapNone/>
                <wp:docPr id="1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8704" cy="8636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DD7896" id="Rectangle 46" o:spid="_x0000_s1026" style="position:absolute;margin-left:250.6pt;margin-top:5.5pt;width:275.5pt;height:6.8pt;z-index:2519516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" fillcolor="#00acef" stroked="f" strokeweight="1pt"/>
            </w:pict>
          </mc:Fallback>
        </mc:AlternateContent>
      </w:r>
      <w:r w:rsidRPr="00886615">
        <w:rPr>
          <w:noProof/>
          <w:sz w:val="30"/>
          <w:szCs w:val="30"/>
          <w:lang w:eastAsia="hu-HU"/>
        </w:rPr>
        <mc:AlternateContent>
          <mc:Choice Requires="wps">
            <w:drawing>
              <wp:anchor distT="0" distB="0" distL="114300" distR="114300" simplePos="0" relativeHeight="251953663" behindDoc="0" locked="0" layoutInCell="1" allowOverlap="1" wp14:anchorId="51EA43CD" wp14:editId="5C8E943E">
                <wp:simplePos x="0" y="0"/>
                <wp:positionH relativeFrom="column">
                  <wp:posOffset>-27305</wp:posOffset>
                </wp:positionH>
                <wp:positionV relativeFrom="paragraph">
                  <wp:posOffset>66252</wp:posOffset>
                </wp:positionV>
                <wp:extent cx="647700" cy="85090"/>
                <wp:effectExtent l="0" t="0" r="12700" b="0"/>
                <wp:wrapNone/>
                <wp:docPr id="19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65C43375" id="Rectangle 45" o:spid="_x0000_s1026" style="position:absolute;margin-left:-2.15pt;margin-top:5.2pt;width:51pt;height:6.7pt;z-index:2519536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" fillcolor="#00acef" stroked="f" strokeweight="1pt"/>
            </w:pict>
          </mc:Fallback>
        </mc:AlternateContent>
      </w:r>
      <w:r w:rsidR="00AC3AF7" w:rsidRPr="00886615">
        <w:rPr>
          <w:sz w:val="30"/>
          <w:szCs w:val="30"/>
        </w:rPr>
        <w:t>Főbb eredmények</w:t>
      </w:r>
    </w:p>
    <w:p w14:paraId="23F76863" w14:textId="77777777" w:rsidR="00967B31" w:rsidRPr="00886615" w:rsidRDefault="00967B31" w:rsidP="00886615">
      <w:pPr>
        <w:pStyle w:val="Felsorols1"/>
        <w:spacing w:after="100"/>
        <w:ind w:left="357" w:hanging="357"/>
        <w:rPr>
          <w:sz w:val="22"/>
          <w:szCs w:val="22"/>
        </w:rPr>
      </w:pPr>
      <w:r w:rsidRPr="001978B6">
        <w:t>2013-</w:t>
      </w:r>
      <w:r w:rsidRPr="00886615">
        <w:rPr>
          <w:sz w:val="22"/>
          <w:szCs w:val="22"/>
        </w:rPr>
        <w:t xml:space="preserve">ban az IL </w:t>
      </w:r>
      <w:proofErr w:type="spellStart"/>
      <w:r w:rsidRPr="00886615">
        <w:rPr>
          <w:sz w:val="22"/>
          <w:szCs w:val="22"/>
        </w:rPr>
        <w:t>Treno</w:t>
      </w:r>
      <w:proofErr w:type="spellEnd"/>
      <w:r w:rsidRPr="00886615">
        <w:rPr>
          <w:sz w:val="22"/>
          <w:szCs w:val="22"/>
        </w:rPr>
        <w:t xml:space="preserve"> étteremlánc marketing csapatával elnyertük a SUPERBRANDS minősítést és díjat.</w:t>
      </w:r>
    </w:p>
    <w:p w14:paraId="55B3F6B3" w14:textId="69B101A3" w:rsidR="008910B6" w:rsidRPr="00886615" w:rsidRDefault="00967B31" w:rsidP="00886615">
      <w:pPr>
        <w:pStyle w:val="Felsorols1"/>
        <w:spacing w:after="100"/>
        <w:ind w:left="357" w:hanging="357"/>
        <w:rPr>
          <w:sz w:val="22"/>
          <w:szCs w:val="22"/>
        </w:rPr>
      </w:pPr>
      <w:r w:rsidRPr="00886615">
        <w:rPr>
          <w:sz w:val="22"/>
          <w:szCs w:val="22"/>
        </w:rPr>
        <w:t xml:space="preserve">Marketing menedzserként az XYZ sportegyesület online felületeit, így honlapját, több mint 4.500 fős követői csoportú Facebook oldalát, 2.500.000-s </w:t>
      </w:r>
      <w:proofErr w:type="spellStart"/>
      <w:r w:rsidRPr="00886615">
        <w:rPr>
          <w:sz w:val="22"/>
          <w:szCs w:val="22"/>
        </w:rPr>
        <w:t>össznézettséget</w:t>
      </w:r>
      <w:proofErr w:type="spellEnd"/>
      <w:r w:rsidRPr="00886615">
        <w:rPr>
          <w:sz w:val="22"/>
          <w:szCs w:val="22"/>
        </w:rPr>
        <w:t xml:space="preserve"> és 2.000 feliratkozót jegyző </w:t>
      </w:r>
      <w:proofErr w:type="spellStart"/>
      <w:r w:rsidRPr="00886615">
        <w:rPr>
          <w:sz w:val="22"/>
          <w:szCs w:val="22"/>
        </w:rPr>
        <w:t>YouTube</w:t>
      </w:r>
      <w:proofErr w:type="spellEnd"/>
      <w:r w:rsidRPr="00886615">
        <w:rPr>
          <w:sz w:val="22"/>
          <w:szCs w:val="22"/>
        </w:rPr>
        <w:t xml:space="preserve"> csatornáját 2 év alatt a sportág legnépszerűbb és leglátogatottabb nemzetközi felületeivé tettem.</w:t>
      </w:r>
    </w:p>
    <w:p w14:paraId="4F363C62" w14:textId="25F80365" w:rsidR="00296A0E" w:rsidRPr="00886615" w:rsidRDefault="00967B31" w:rsidP="00886615">
      <w:pPr>
        <w:pStyle w:val="Felsorols1"/>
        <w:spacing w:after="100"/>
        <w:ind w:left="357" w:hanging="357"/>
        <w:rPr>
          <w:sz w:val="22"/>
          <w:szCs w:val="22"/>
        </w:rPr>
      </w:pPr>
      <w:r w:rsidRPr="00886615">
        <w:rPr>
          <w:sz w:val="22"/>
          <w:szCs w:val="22"/>
        </w:rPr>
        <w:t>Népszerűsítő munkámnak is köszönhetően az egyesület létszáma 3 év alatt 50%-</w:t>
      </w:r>
      <w:proofErr w:type="spellStart"/>
      <w:r w:rsidRPr="00886615">
        <w:rPr>
          <w:sz w:val="22"/>
          <w:szCs w:val="22"/>
        </w:rPr>
        <w:t>kal</w:t>
      </w:r>
      <w:proofErr w:type="spellEnd"/>
      <w:r w:rsidRPr="00886615">
        <w:rPr>
          <w:sz w:val="22"/>
          <w:szCs w:val="22"/>
        </w:rPr>
        <w:t xml:space="preserve"> nőtt, közel 170 igazolt versenyzővel, és mintegy 700 szabadidős sportolójával mára Magyarország legnagyobb és legeredményesebb xxx sport egyesülete. Az XYZ 2014-ben és 2015-ben a világ legeredményesebb akrobatikus rock and roll klubja lett.</w:t>
      </w:r>
    </w:p>
    <w:p w14:paraId="21BA9338" w14:textId="79B616D3" w:rsidR="00296A0E" w:rsidRPr="00886615" w:rsidRDefault="00B32215" w:rsidP="00886615">
      <w:pPr>
        <w:tabs>
          <w:tab w:val="left" w:pos="567"/>
        </w:tabs>
        <w:spacing w:after="100"/>
        <w:ind w:left="567"/>
        <w:rPr>
          <w:rFonts w:ascii="Arial" w:hAnsi="Arial" w:cs="Arial"/>
          <w:b/>
          <w:bCs/>
          <w:color w:val="00ACEF"/>
        </w:rPr>
      </w:pPr>
      <w:r w:rsidRPr="00886615">
        <w:rPr>
          <w:noProof/>
          <w:lang w:eastAsia="hu-HU"/>
        </w:rPr>
        <w:drawing>
          <wp:anchor distT="0" distB="0" distL="114300" distR="114300" simplePos="0" relativeHeight="251962879" behindDoc="0" locked="0" layoutInCell="1" allowOverlap="1" wp14:anchorId="4945CFFD" wp14:editId="69BC57D1">
            <wp:simplePos x="0" y="0"/>
            <wp:positionH relativeFrom="column">
              <wp:posOffset>-63500</wp:posOffset>
            </wp:positionH>
            <wp:positionV relativeFrom="paragraph">
              <wp:posOffset>20955</wp:posOffset>
            </wp:positionV>
            <wp:extent cx="252730" cy="175260"/>
            <wp:effectExtent l="0" t="0" r="1270" b="2540"/>
            <wp:wrapThrough wrapText="bothSides">
              <wp:wrapPolygon edited="0">
                <wp:start x="3256" y="0"/>
                <wp:lineTo x="0" y="4696"/>
                <wp:lineTo x="0" y="20348"/>
                <wp:lineTo x="20623" y="20348"/>
                <wp:lineTo x="20623" y="0"/>
                <wp:lineTo x="3256" y="0"/>
              </wp:wrapPolygon>
            </wp:wrapThrough>
            <wp:docPr id="3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qoute-mark.sv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73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0ADE" w:rsidRPr="00886615">
        <w:rPr>
          <w:rFonts w:ascii="Arial" w:hAnsi="Arial" w:cs="Arial"/>
          <w:i/>
          <w:iCs/>
          <w:color w:val="595959" w:themeColor="text1" w:themeTint="A6"/>
        </w:rPr>
        <w:t xml:space="preserve">„Kivételes képzelőerővel megáldott, rendkívül széles látókörű személy, akivel nagyon könnyen megtaláltuk a közös hangot a marketing munka során. Ha pár szóval tudnám jellemezni, abban biztosan ott lennének az "egyedi", az "igényes", a "precíz", az "ötletes" és a "humoros" szavak. </w:t>
      </w:r>
      <w:r w:rsidR="00886615" w:rsidRPr="00886615">
        <w:rPr>
          <w:rFonts w:ascii="Arial" w:hAnsi="Arial" w:cs="Arial"/>
          <w:b/>
          <w:bCs/>
          <w:color w:val="00ACEF"/>
        </w:rPr>
        <w:t>N</w:t>
      </w:r>
      <w:r w:rsidR="002D0ADE" w:rsidRPr="00886615">
        <w:rPr>
          <w:rFonts w:ascii="Arial" w:hAnsi="Arial" w:cs="Arial"/>
          <w:b/>
          <w:bCs/>
          <w:color w:val="00ACEF"/>
        </w:rPr>
        <w:t xml:space="preserve">émeth Ágnes, az Il </w:t>
      </w:r>
      <w:proofErr w:type="spellStart"/>
      <w:r w:rsidR="002D0ADE" w:rsidRPr="00886615">
        <w:rPr>
          <w:rFonts w:ascii="Arial" w:hAnsi="Arial" w:cs="Arial"/>
          <w:b/>
          <w:bCs/>
          <w:color w:val="00ACEF"/>
        </w:rPr>
        <w:t>Treno</w:t>
      </w:r>
      <w:proofErr w:type="spellEnd"/>
      <w:r w:rsidR="002D0ADE" w:rsidRPr="00886615">
        <w:rPr>
          <w:rFonts w:ascii="Arial" w:hAnsi="Arial" w:cs="Arial"/>
          <w:b/>
          <w:bCs/>
          <w:color w:val="00ACEF"/>
        </w:rPr>
        <w:t xml:space="preserve"> egykori marketing vezetője, jelenleg a Team Kft. reklámügynökség stratégiai és marketing igazgatója</w:t>
      </w:r>
    </w:p>
    <w:p w14:paraId="0BB1E085" w14:textId="77777777" w:rsidR="00886615" w:rsidRPr="00886615" w:rsidRDefault="00886615" w:rsidP="00886615">
      <w:pPr>
        <w:tabs>
          <w:tab w:val="left" w:pos="567"/>
        </w:tabs>
        <w:spacing w:after="100"/>
        <w:ind w:left="851"/>
        <w:rPr>
          <w:rFonts w:ascii="Arial" w:hAnsi="Arial" w:cs="Arial"/>
          <w:color w:val="00ACEF"/>
          <w:sz w:val="20"/>
          <w:szCs w:val="20"/>
        </w:rPr>
      </w:pPr>
    </w:p>
    <w:p w14:paraId="682FF4AE" w14:textId="0D126F76" w:rsidR="00B87618" w:rsidRPr="00886615" w:rsidRDefault="00B87618" w:rsidP="00886615">
      <w:pPr>
        <w:pStyle w:val="H1"/>
        <w:spacing w:after="120"/>
        <w:ind w:left="1276"/>
        <w:rPr>
          <w:sz w:val="30"/>
          <w:szCs w:val="30"/>
        </w:rPr>
      </w:pPr>
      <w:r w:rsidRPr="00886615">
        <w:rPr>
          <w:noProof/>
          <w:sz w:val="30"/>
          <w:szCs w:val="30"/>
          <w:lang w:eastAsia="hu-HU"/>
        </w:rPr>
        <mc:AlternateContent>
          <mc:Choice Requires="wps">
            <w:drawing>
              <wp:anchor distT="0" distB="0" distL="114300" distR="114300" simplePos="0" relativeHeight="251955711" behindDoc="0" locked="0" layoutInCell="1" allowOverlap="1" wp14:anchorId="6AD05D92" wp14:editId="704F56BE">
                <wp:simplePos x="0" y="0"/>
                <wp:positionH relativeFrom="column">
                  <wp:posOffset>2355850</wp:posOffset>
                </wp:positionH>
                <wp:positionV relativeFrom="paragraph">
                  <wp:posOffset>55880</wp:posOffset>
                </wp:positionV>
                <wp:extent cx="4303737" cy="86400"/>
                <wp:effectExtent l="0" t="0" r="1905" b="2540"/>
                <wp:wrapNone/>
                <wp:docPr id="23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3737" cy="8640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7089A2" id="Rectangle 46" o:spid="_x0000_s1026" style="position:absolute;margin-left:185.5pt;margin-top:4.4pt;width:338.9pt;height:6.8pt;z-index:2519557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" fillcolor="#00acef" stroked="f" strokeweight="1pt"/>
            </w:pict>
          </mc:Fallback>
        </mc:AlternateContent>
      </w:r>
      <w:r w:rsidRPr="00886615">
        <w:rPr>
          <w:noProof/>
          <w:sz w:val="30"/>
          <w:szCs w:val="30"/>
          <w:lang w:eastAsia="hu-HU"/>
        </w:rPr>
        <mc:AlternateContent>
          <mc:Choice Requires="wps">
            <w:drawing>
              <wp:anchor distT="0" distB="0" distL="114300" distR="114300" simplePos="0" relativeHeight="251956735" behindDoc="0" locked="0" layoutInCell="1" allowOverlap="1" wp14:anchorId="35594D16" wp14:editId="3DEF2101">
                <wp:simplePos x="0" y="0"/>
                <wp:positionH relativeFrom="column">
                  <wp:posOffset>-27305</wp:posOffset>
                </wp:positionH>
                <wp:positionV relativeFrom="paragraph">
                  <wp:posOffset>66252</wp:posOffset>
                </wp:positionV>
                <wp:extent cx="647700" cy="85090"/>
                <wp:effectExtent l="0" t="0" r="12700" b="0"/>
                <wp:wrapNone/>
                <wp:docPr id="43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5F8AC61A" id="Rectangle 45" o:spid="_x0000_s1026" style="position:absolute;margin-left:-2.15pt;margin-top:5.2pt;width:51pt;height:6.7pt;z-index:2519567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" fillcolor="#00acef" stroked="f" strokeweight="1pt"/>
            </w:pict>
          </mc:Fallback>
        </mc:AlternateContent>
      </w:r>
      <w:r w:rsidRPr="00886615">
        <w:rPr>
          <w:sz w:val="30"/>
          <w:szCs w:val="30"/>
        </w:rPr>
        <w:t>erősségek</w:t>
      </w:r>
    </w:p>
    <w:p w14:paraId="4B887F2D" w14:textId="3FB2EE23" w:rsidR="00C75FB6" w:rsidRDefault="0036566D" w:rsidP="00886615">
      <w:pPr>
        <w:pStyle w:val="Felsorols1"/>
        <w:numPr>
          <w:ilvl w:val="0"/>
          <w:numId w:val="29"/>
        </w:numPr>
        <w:spacing w:after="100"/>
        <w:jc w:val="both"/>
        <w:rPr>
          <w:sz w:val="22"/>
          <w:szCs w:val="22"/>
        </w:rPr>
      </w:pPr>
      <w:r w:rsidRPr="00FF7153">
        <w:rPr>
          <w:b/>
          <w:sz w:val="22"/>
          <w:szCs w:val="22"/>
        </w:rPr>
        <w:t>Tartalommarketing kompetencia:</w:t>
      </w:r>
      <w:r w:rsidRPr="0036566D">
        <w:rPr>
          <w:sz w:val="22"/>
          <w:szCs w:val="22"/>
        </w:rPr>
        <w:t xml:space="preserve"> munkahelyeim szinte mindegyikénél levezényeltem online és offline tartalmak tervszerű előállítását, szöveg alapú kommunikációs elemek mellett jó érzékkel és ízléssel kezelem a képi és videós anyagokat, ezek manipulálásához szükséges programokat. Honlapok tartalomfejlesztésében is szereztem tapasztalatot, nem riadok vissza a SEO beállítástól, sem az </w:t>
      </w:r>
      <w:proofErr w:type="spellStart"/>
      <w:r w:rsidRPr="0036566D">
        <w:rPr>
          <w:sz w:val="22"/>
          <w:szCs w:val="22"/>
        </w:rPr>
        <w:t>Adwords-től</w:t>
      </w:r>
      <w:proofErr w:type="spellEnd"/>
      <w:r w:rsidRPr="0036566D">
        <w:rPr>
          <w:sz w:val="22"/>
          <w:szCs w:val="22"/>
        </w:rPr>
        <w:t>, az internetes hirdetéskezelés terén folyamatosan frissítem ismereteim.</w:t>
      </w:r>
    </w:p>
    <w:p w14:paraId="40736011" w14:textId="77777777" w:rsidR="00ED5338" w:rsidRDefault="00613EFE" w:rsidP="00886615">
      <w:pPr>
        <w:pStyle w:val="Felsorols1"/>
        <w:numPr>
          <w:ilvl w:val="0"/>
          <w:numId w:val="29"/>
        </w:numPr>
        <w:spacing w:after="100"/>
        <w:jc w:val="both"/>
        <w:rPr>
          <w:sz w:val="22"/>
          <w:szCs w:val="22"/>
        </w:rPr>
      </w:pPr>
      <w:proofErr w:type="spellStart"/>
      <w:r w:rsidRPr="00FF7153">
        <w:rPr>
          <w:b/>
          <w:sz w:val="22"/>
          <w:szCs w:val="22"/>
        </w:rPr>
        <w:t>Social</w:t>
      </w:r>
      <w:proofErr w:type="spellEnd"/>
      <w:r w:rsidRPr="00FF7153">
        <w:rPr>
          <w:b/>
          <w:sz w:val="22"/>
          <w:szCs w:val="22"/>
        </w:rPr>
        <w:t xml:space="preserve"> </w:t>
      </w:r>
      <w:proofErr w:type="spellStart"/>
      <w:r w:rsidRPr="00FF7153">
        <w:rPr>
          <w:b/>
          <w:sz w:val="22"/>
          <w:szCs w:val="22"/>
        </w:rPr>
        <w:t>media</w:t>
      </w:r>
      <w:proofErr w:type="spellEnd"/>
      <w:r w:rsidRPr="00FF7153">
        <w:rPr>
          <w:b/>
          <w:sz w:val="22"/>
          <w:szCs w:val="22"/>
        </w:rPr>
        <w:t xml:space="preserve"> tapasztalat:</w:t>
      </w:r>
      <w:r w:rsidRPr="00C75FB6">
        <w:rPr>
          <w:sz w:val="22"/>
          <w:szCs w:val="22"/>
        </w:rPr>
        <w:t xml:space="preserve"> sikeresen menedzselem a pár 1000 és akár a több 10.000 fős követőicsoportokkal rendelkező közösségi médiaoldalakat, napi szinten kezelek és látok el tartalommal Facebook, </w:t>
      </w:r>
      <w:proofErr w:type="spellStart"/>
      <w:r w:rsidRPr="00C75FB6">
        <w:rPr>
          <w:sz w:val="22"/>
          <w:szCs w:val="22"/>
        </w:rPr>
        <w:t>YouTube</w:t>
      </w:r>
      <w:proofErr w:type="spellEnd"/>
      <w:r w:rsidRPr="00C75FB6">
        <w:rPr>
          <w:sz w:val="22"/>
          <w:szCs w:val="22"/>
        </w:rPr>
        <w:t xml:space="preserve">, </w:t>
      </w:r>
      <w:proofErr w:type="spellStart"/>
      <w:r w:rsidRPr="00C75FB6">
        <w:rPr>
          <w:sz w:val="22"/>
          <w:szCs w:val="22"/>
        </w:rPr>
        <w:t>Instagram</w:t>
      </w:r>
      <w:proofErr w:type="spellEnd"/>
      <w:r w:rsidRPr="00C75FB6">
        <w:rPr>
          <w:sz w:val="22"/>
          <w:szCs w:val="22"/>
        </w:rPr>
        <w:t xml:space="preserve"> profilokat.</w:t>
      </w:r>
    </w:p>
    <w:p w14:paraId="1FE6E8A5" w14:textId="266CCAC2" w:rsidR="00ED5338" w:rsidRDefault="008209D0" w:rsidP="00886615">
      <w:pPr>
        <w:pStyle w:val="Felsorols1"/>
        <w:numPr>
          <w:ilvl w:val="0"/>
          <w:numId w:val="29"/>
        </w:numPr>
        <w:spacing w:after="100"/>
        <w:jc w:val="both"/>
        <w:rPr>
          <w:sz w:val="22"/>
          <w:szCs w:val="22"/>
        </w:rPr>
      </w:pPr>
      <w:r w:rsidRPr="00ED5338">
        <w:rPr>
          <w:b/>
          <w:sz w:val="22"/>
          <w:szCs w:val="22"/>
        </w:rPr>
        <w:t>Szövegírói tehetség:</w:t>
      </w:r>
      <w:r w:rsidRPr="00ED5338">
        <w:rPr>
          <w:sz w:val="22"/>
          <w:szCs w:val="22"/>
        </w:rPr>
        <w:t xml:space="preserve"> 1999-ben az országban elsőként elnyertem a Magyar Egyetemi és Főiskolai Sajtó Egyesület által kiírt „Az Év Írása” pályázaton „Az Év Diákújságírója” címet, 2000-ben a publicisztika kategóriában nyertem. Neves lapokban jelentek meg írásaim, részt vettem több novellaíró pályázaton, lassan 20 éve írok különféle internetes felületeken.</w:t>
      </w:r>
    </w:p>
    <w:p w14:paraId="36AB4B78" w14:textId="647B1003" w:rsidR="00886615" w:rsidRDefault="00886615" w:rsidP="00886615">
      <w:pPr>
        <w:pStyle w:val="Felsorols1"/>
        <w:numPr>
          <w:ilvl w:val="0"/>
          <w:numId w:val="0"/>
        </w:numPr>
        <w:spacing w:after="100"/>
        <w:ind w:left="360" w:hanging="360"/>
        <w:jc w:val="both"/>
        <w:rPr>
          <w:sz w:val="22"/>
          <w:szCs w:val="22"/>
        </w:rPr>
      </w:pPr>
    </w:p>
    <w:p w14:paraId="60221FA0" w14:textId="1824237B" w:rsidR="00886615" w:rsidRDefault="00886615" w:rsidP="00886615">
      <w:pPr>
        <w:pStyle w:val="Felsorols1"/>
        <w:numPr>
          <w:ilvl w:val="0"/>
          <w:numId w:val="0"/>
        </w:numPr>
        <w:spacing w:after="100"/>
        <w:ind w:left="360" w:hanging="360"/>
        <w:jc w:val="both"/>
        <w:rPr>
          <w:sz w:val="22"/>
          <w:szCs w:val="22"/>
        </w:rPr>
      </w:pPr>
    </w:p>
    <w:p w14:paraId="6647F9A8" w14:textId="3B0E8A2F" w:rsidR="00B55CE5" w:rsidRPr="00886615" w:rsidRDefault="00886615" w:rsidP="00093939">
      <w:pPr>
        <w:pStyle w:val="H1"/>
        <w:spacing w:after="240"/>
        <w:ind w:left="1304"/>
        <w:rPr>
          <w:sz w:val="30"/>
          <w:szCs w:val="30"/>
        </w:rPr>
      </w:pPr>
      <w:r w:rsidRPr="00886615">
        <w:rPr>
          <w:noProof/>
          <w:sz w:val="30"/>
          <w:szCs w:val="30"/>
          <w:lang w:eastAsia="hu-HU"/>
        </w:rPr>
        <mc:AlternateContent>
          <mc:Choice Requires="wps">
            <w:drawing>
              <wp:anchor distT="0" distB="0" distL="114300" distR="114300" simplePos="0" relativeHeight="251966975" behindDoc="0" locked="0" layoutInCell="1" allowOverlap="1" wp14:anchorId="48FE2790" wp14:editId="05A24C8A">
                <wp:simplePos x="0" y="0"/>
                <wp:positionH relativeFrom="column">
                  <wp:posOffset>3516923</wp:posOffset>
                </wp:positionH>
                <wp:positionV relativeFrom="paragraph">
                  <wp:posOffset>72976</wp:posOffset>
                </wp:positionV>
                <wp:extent cx="3163863" cy="76298"/>
                <wp:effectExtent l="0" t="0" r="0" b="0"/>
                <wp:wrapNone/>
                <wp:docPr id="30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3863" cy="76298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100D29" id="Rectangle 46" o:spid="_x0000_s1026" style="position:absolute;margin-left:276.9pt;margin-top:5.75pt;width:249.1pt;height:6pt;z-index:2519669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" fillcolor="#00acef" stroked="f" strokeweight="1pt"/>
            </w:pict>
          </mc:Fallback>
        </mc:AlternateContent>
      </w:r>
      <w:r w:rsidR="008E291F" w:rsidRPr="00886615">
        <w:rPr>
          <w:noProof/>
          <w:sz w:val="30"/>
          <w:szCs w:val="30"/>
          <w:lang w:eastAsia="hu-HU"/>
        </w:rPr>
        <mc:AlternateContent>
          <mc:Choice Requires="wps">
            <w:drawing>
              <wp:anchor distT="0" distB="0" distL="114300" distR="114300" simplePos="0" relativeHeight="251970047" behindDoc="0" locked="0" layoutInCell="1" allowOverlap="1" wp14:anchorId="0CCC76D1" wp14:editId="319C2A49">
                <wp:simplePos x="0" y="0"/>
                <wp:positionH relativeFrom="column">
                  <wp:posOffset>-27093</wp:posOffset>
                </wp:positionH>
                <wp:positionV relativeFrom="paragraph">
                  <wp:posOffset>396240</wp:posOffset>
                </wp:positionV>
                <wp:extent cx="189230" cy="188595"/>
                <wp:effectExtent l="0" t="0" r="0" b="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97B70C" id="Oval 24" o:spid="_x0000_s1026" style="position:absolute;margin-left:-2.15pt;margin-top:31.2pt;width:14.9pt;height:14.85pt;z-index:2519700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" fillcolor="#00acef" stroked="f" strokeweight="1pt">
                <v:stroke joinstyle="miter"/>
              </v:oval>
            </w:pict>
          </mc:Fallback>
        </mc:AlternateContent>
      </w:r>
      <w:r w:rsidR="00B55CE5" w:rsidRPr="00886615">
        <w:rPr>
          <w:noProof/>
          <w:sz w:val="30"/>
          <w:szCs w:val="30"/>
          <w:lang w:eastAsia="hu-HU"/>
        </w:rPr>
        <mc:AlternateContent>
          <mc:Choice Requires="wps">
            <w:drawing>
              <wp:anchor distT="0" distB="0" distL="114300" distR="114300" simplePos="0" relativeHeight="251967999" behindDoc="0" locked="0" layoutInCell="1" allowOverlap="1" wp14:anchorId="1F17D525" wp14:editId="70589D4B">
                <wp:simplePos x="0" y="0"/>
                <wp:positionH relativeFrom="column">
                  <wp:posOffset>-27305</wp:posOffset>
                </wp:positionH>
                <wp:positionV relativeFrom="paragraph">
                  <wp:posOffset>66252</wp:posOffset>
                </wp:positionV>
                <wp:extent cx="647700" cy="85090"/>
                <wp:effectExtent l="0" t="0" r="12700" b="0"/>
                <wp:wrapNone/>
                <wp:docPr id="31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206C6C45" id="Rectangle 45" o:spid="_x0000_s1026" style="position:absolute;margin-left:-2.15pt;margin-top:5.2pt;width:51pt;height:6.7pt;z-index:2519679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" fillcolor="#00acef" stroked="f" strokeweight="1pt"/>
            </w:pict>
          </mc:Fallback>
        </mc:AlternateContent>
      </w:r>
      <w:r w:rsidR="00B55CE5" w:rsidRPr="00886615">
        <w:rPr>
          <w:sz w:val="30"/>
          <w:szCs w:val="30"/>
        </w:rPr>
        <w:t>szakmai tapasztalat</w:t>
      </w:r>
    </w:p>
    <w:p w14:paraId="5BFBFAAE" w14:textId="5982FEE1" w:rsidR="00473B87" w:rsidRDefault="008E291F" w:rsidP="00976AA8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72095" behindDoc="0" locked="0" layoutInCell="1" allowOverlap="1" wp14:anchorId="1B21EAD7" wp14:editId="322E5996">
                <wp:simplePos x="0" y="0"/>
                <wp:positionH relativeFrom="column">
                  <wp:posOffset>50800</wp:posOffset>
                </wp:positionH>
                <wp:positionV relativeFrom="paragraph">
                  <wp:posOffset>124883</wp:posOffset>
                </wp:positionV>
                <wp:extent cx="45719" cy="1141307"/>
                <wp:effectExtent l="0" t="0" r="5715" b="1905"/>
                <wp:wrapNone/>
                <wp:docPr id="67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41307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53A21FE0" id="Oval 67" o:spid="_x0000_s1026" style="position:absolute;margin-left:4pt;margin-top:9.85pt;width:3.6pt;height:89.85pt;z-index:2519720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" fillcolor="#00acef" stroked="f" strokeweight="1pt">
                <v:stroke joinstyle="miter"/>
              </v:oval>
            </w:pict>
          </mc:Fallback>
        </mc:AlternateContent>
      </w:r>
      <w:r w:rsidR="00473B87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Marketing Menedzser</w:t>
      </w:r>
      <w:r w:rsidR="00ED13FD">
        <w:tab/>
      </w:r>
      <w:r w:rsidR="00ED13FD">
        <w:tab/>
      </w:r>
      <w:r w:rsidR="00ED13FD">
        <w:tab/>
      </w:r>
      <w:r w:rsidR="00ED13FD">
        <w:tab/>
      </w:r>
      <w:r w:rsidR="00ED13FD">
        <w:tab/>
      </w:r>
      <w:r w:rsidR="00ED13FD">
        <w:tab/>
      </w:r>
      <w:r w:rsidR="005E449F">
        <w:tab/>
      </w:r>
      <w:r w:rsidR="00473B87" w:rsidRPr="00B74D70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2013-tól jelenleg is</w:t>
      </w:r>
    </w:p>
    <w:p w14:paraId="46E12D4A" w14:textId="07D98F5B" w:rsidR="00FB3A38" w:rsidRPr="005E449F" w:rsidRDefault="00473B87" w:rsidP="00351925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r w:rsidRPr="005E449F">
        <w:rPr>
          <w:bCs/>
          <w:color w:val="00ACEF"/>
          <w:spacing w:val="20"/>
          <w:sz w:val="22"/>
          <w:szCs w:val="22"/>
        </w:rPr>
        <w:t>XYZ Sportegyesület</w:t>
      </w:r>
    </w:p>
    <w:p w14:paraId="04DFB522" w14:textId="15348FAD" w:rsidR="00093939" w:rsidRDefault="003A2271" w:rsidP="00093939">
      <w:pPr>
        <w:pStyle w:val="Folyszveg"/>
        <w:spacing w:after="200"/>
        <w:ind w:left="567"/>
        <w:jc w:val="both"/>
        <w:rPr>
          <w:sz w:val="22"/>
          <w:szCs w:val="22"/>
        </w:rPr>
      </w:pPr>
      <w:r w:rsidRPr="003A2271">
        <w:rPr>
          <w:b/>
          <w:sz w:val="22"/>
          <w:szCs w:val="22"/>
        </w:rPr>
        <w:t>Magyarország legeredményesebb sportegyesülete.</w:t>
      </w:r>
      <w:r>
        <w:rPr>
          <w:sz w:val="22"/>
          <w:szCs w:val="22"/>
        </w:rPr>
        <w:t xml:space="preserve"> </w:t>
      </w:r>
      <w:r w:rsidR="00ED13FD" w:rsidRPr="00ED13FD">
        <w:rPr>
          <w:sz w:val="22"/>
          <w:szCs w:val="22"/>
        </w:rPr>
        <w:t xml:space="preserve">Honlap, Facebook felület, </w:t>
      </w:r>
      <w:proofErr w:type="spellStart"/>
      <w:r w:rsidR="00ED13FD" w:rsidRPr="00ED13FD">
        <w:rPr>
          <w:sz w:val="22"/>
          <w:szCs w:val="22"/>
        </w:rPr>
        <w:t>YouTube</w:t>
      </w:r>
      <w:proofErr w:type="spellEnd"/>
      <w:r w:rsidR="00ED13FD" w:rsidRPr="00ED13FD">
        <w:rPr>
          <w:sz w:val="22"/>
          <w:szCs w:val="22"/>
        </w:rPr>
        <w:t xml:space="preserve"> csatorna, </w:t>
      </w:r>
      <w:proofErr w:type="spellStart"/>
      <w:r w:rsidR="00ED13FD" w:rsidRPr="00ED13FD">
        <w:rPr>
          <w:sz w:val="22"/>
          <w:szCs w:val="22"/>
        </w:rPr>
        <w:t>Instagram</w:t>
      </w:r>
      <w:proofErr w:type="spellEnd"/>
      <w:r w:rsidR="00ED13FD" w:rsidRPr="00ED13FD">
        <w:rPr>
          <w:sz w:val="22"/>
          <w:szCs w:val="22"/>
        </w:rPr>
        <w:t>, mobil applikáció kezelése, tartalomfejlesztése; médiaanyagok, videók, fényképek, nyomdai és internetes grafikai anyagok készítése</w:t>
      </w:r>
      <w:r w:rsidR="00774BFB">
        <w:rPr>
          <w:sz w:val="22"/>
          <w:szCs w:val="22"/>
        </w:rPr>
        <w:t>.</w:t>
      </w:r>
    </w:p>
    <w:p w14:paraId="079D2DA5" w14:textId="6E07AFCF" w:rsidR="00F12E2A" w:rsidRPr="005E449F" w:rsidRDefault="005E449F" w:rsidP="00CF2632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78239" behindDoc="0" locked="0" layoutInCell="1" allowOverlap="1" wp14:anchorId="0D03E980" wp14:editId="1F33F14B">
                <wp:simplePos x="0" y="0"/>
                <wp:positionH relativeFrom="column">
                  <wp:posOffset>50800</wp:posOffset>
                </wp:positionH>
                <wp:positionV relativeFrom="paragraph">
                  <wp:posOffset>153458</wp:posOffset>
                </wp:positionV>
                <wp:extent cx="45719" cy="1027007"/>
                <wp:effectExtent l="0" t="0" r="5715" b="0"/>
                <wp:wrapNone/>
                <wp:docPr id="38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027007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550F4ACC" id="Oval 67" o:spid="_x0000_s1026" style="position:absolute;margin-left:4pt;margin-top:12.1pt;width:3.6pt;height:80.85pt;z-index:25197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" fillcolor="#00acef" stroked="f" strokeweight="1pt">
                <v:stroke joinstyle="miter"/>
              </v:oval>
            </w:pict>
          </mc:Fallback>
        </mc:AlternateContent>
      </w:r>
      <w:r w:rsidRPr="00F33207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74143" behindDoc="0" locked="0" layoutInCell="1" allowOverlap="1" wp14:anchorId="310FF990" wp14:editId="5BD1F746">
                <wp:simplePos x="0" y="0"/>
                <wp:positionH relativeFrom="column">
                  <wp:posOffset>-26035</wp:posOffset>
                </wp:positionH>
                <wp:positionV relativeFrom="paragraph">
                  <wp:posOffset>38947</wp:posOffset>
                </wp:positionV>
                <wp:extent cx="189230" cy="188595"/>
                <wp:effectExtent l="0" t="0" r="0" b="0"/>
                <wp:wrapNone/>
                <wp:docPr id="32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27E40A38" id="Oval 24" o:spid="_x0000_s1026" style="position:absolute;margin-left:-2.05pt;margin-top:3.05pt;width:14.9pt;height:14.85pt;z-index:25197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" fillcolor="#00acef" stroked="f" strokeweight="1pt">
                <v:stroke joinstyle="miter"/>
              </v:oval>
            </w:pict>
          </mc:Fallback>
        </mc:AlternateContent>
      </w:r>
      <w:r w:rsidR="00F12E2A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Marketing Menedzser</w:t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>
        <w:tab/>
      </w:r>
      <w:r w:rsidR="00D51F92" w:rsidRPr="005E449F">
        <w:tab/>
      </w:r>
      <w:r w:rsidR="00D51F92" w:rsidRPr="005E449F">
        <w:tab/>
      </w:r>
      <w:r w:rsidR="00F12E2A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201</w:t>
      </w:r>
      <w:r w:rsidR="00D51F92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1 </w:t>
      </w:r>
      <w:r w:rsidR="00F12E2A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-</w:t>
      </w:r>
      <w:r w:rsidR="00D51F92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2013</w:t>
      </w:r>
    </w:p>
    <w:p w14:paraId="33ECBB41" w14:textId="1007BC62" w:rsidR="00F12E2A" w:rsidRPr="005E449F" w:rsidRDefault="00D51F92" w:rsidP="0016677F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r w:rsidRPr="005E449F">
        <w:rPr>
          <w:bCs/>
          <w:color w:val="00ACEF"/>
          <w:spacing w:val="20"/>
          <w:sz w:val="22"/>
          <w:szCs w:val="22"/>
        </w:rPr>
        <w:t xml:space="preserve">Il </w:t>
      </w:r>
      <w:proofErr w:type="spellStart"/>
      <w:r w:rsidRPr="005E449F">
        <w:rPr>
          <w:bCs/>
          <w:color w:val="00ACEF"/>
          <w:spacing w:val="20"/>
          <w:sz w:val="22"/>
          <w:szCs w:val="22"/>
        </w:rPr>
        <w:t>Treno</w:t>
      </w:r>
      <w:proofErr w:type="spellEnd"/>
      <w:r w:rsidRPr="005E449F">
        <w:rPr>
          <w:bCs/>
          <w:color w:val="00ACEF"/>
          <w:spacing w:val="20"/>
          <w:sz w:val="22"/>
          <w:szCs w:val="22"/>
        </w:rPr>
        <w:t xml:space="preserve"> Kft</w:t>
      </w:r>
    </w:p>
    <w:p w14:paraId="55D65226" w14:textId="2DFA237D" w:rsidR="008E291F" w:rsidRDefault="00FD1C3F" w:rsidP="00353B82">
      <w:pPr>
        <w:pStyle w:val="Folyszveg"/>
        <w:spacing w:after="200"/>
        <w:ind w:left="567"/>
        <w:jc w:val="both"/>
        <w:rPr>
          <w:sz w:val="22"/>
          <w:szCs w:val="22"/>
        </w:rPr>
      </w:pPr>
      <w:r w:rsidRPr="003346A4">
        <w:rPr>
          <w:b/>
          <w:sz w:val="22"/>
          <w:szCs w:val="22"/>
        </w:rPr>
        <w:t>Az ország második legnagyobb étteremlánca</w:t>
      </w:r>
      <w:r w:rsidR="0016677F" w:rsidRPr="003346A4">
        <w:rPr>
          <w:b/>
          <w:sz w:val="22"/>
          <w:szCs w:val="22"/>
        </w:rPr>
        <w:t>.</w:t>
      </w:r>
      <w:r w:rsidR="0016677F">
        <w:rPr>
          <w:sz w:val="22"/>
          <w:szCs w:val="22"/>
        </w:rPr>
        <w:t xml:space="preserve"> </w:t>
      </w:r>
      <w:r w:rsidR="0016677F" w:rsidRPr="0016677F">
        <w:rPr>
          <w:sz w:val="22"/>
          <w:szCs w:val="22"/>
        </w:rPr>
        <w:t>Akciókhoz, promóciókhoz grafikák, internetes és nyomdai kiadványok készítése, rádió spotok írása; szövegírás, márka- és terméknevek kitalálása, kreatív tevékenység; kapcsolattartás nyomdával, internetes fejlesztő partnerekkel</w:t>
      </w:r>
      <w:r w:rsidR="00774BFB">
        <w:rPr>
          <w:sz w:val="22"/>
          <w:szCs w:val="22"/>
        </w:rPr>
        <w:t>.</w:t>
      </w:r>
    </w:p>
    <w:p w14:paraId="5B12B42D" w14:textId="3B856F70" w:rsidR="00F12E2A" w:rsidRPr="005E449F" w:rsidRDefault="00D9411B" w:rsidP="00976AA8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94623" behindDoc="0" locked="0" layoutInCell="1" allowOverlap="1" wp14:anchorId="1ED7E396" wp14:editId="671BB694">
                <wp:simplePos x="0" y="0"/>
                <wp:positionH relativeFrom="column">
                  <wp:posOffset>52070</wp:posOffset>
                </wp:positionH>
                <wp:positionV relativeFrom="paragraph">
                  <wp:posOffset>128905</wp:posOffset>
                </wp:positionV>
                <wp:extent cx="45085" cy="1079500"/>
                <wp:effectExtent l="0" t="0" r="5715" b="12700"/>
                <wp:wrapNone/>
                <wp:docPr id="50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079500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37BA53BB" id="Oval 67" o:spid="_x0000_s1026" style="position:absolute;margin-left:4.1pt;margin-top:10.15pt;width:3.55pt;height:85pt;z-index:2519946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" fillcolor="#00acef" stroked="f" strokeweight="1pt">
                <v:stroke joinstyle="miter"/>
              </v:oval>
            </w:pict>
          </mc:Fallback>
        </mc:AlternateContent>
      </w:r>
      <w:r w:rsidR="005E449F"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76191" behindDoc="0" locked="0" layoutInCell="1" allowOverlap="1" wp14:anchorId="0D7B027A" wp14:editId="22B4D80C">
                <wp:simplePos x="0" y="0"/>
                <wp:positionH relativeFrom="column">
                  <wp:posOffset>-26670</wp:posOffset>
                </wp:positionH>
                <wp:positionV relativeFrom="paragraph">
                  <wp:posOffset>-4445</wp:posOffset>
                </wp:positionV>
                <wp:extent cx="189230" cy="188595"/>
                <wp:effectExtent l="0" t="0" r="0" b="0"/>
                <wp:wrapNone/>
                <wp:docPr id="36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3B794BCE" id="Oval 24" o:spid="_x0000_s1026" style="position:absolute;margin-left:-2.1pt;margin-top:-.3pt;width:14.9pt;height:14.85pt;z-index:25197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" fillcolor="#00acef" stroked="f" strokeweight="1pt">
                <v:stroke joinstyle="miter"/>
              </v:oval>
            </w:pict>
          </mc:Fallback>
        </mc:AlternateContent>
      </w:r>
      <w:r w:rsidR="002C4FF2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Rendszergazda</w:t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2C4FF2" w:rsidRPr="005E449F">
        <w:tab/>
      </w:r>
      <w:r w:rsidR="002C4FF2" w:rsidRPr="005E449F">
        <w:tab/>
      </w:r>
      <w:r w:rsidR="002C4FF2" w:rsidRPr="005E449F">
        <w:tab/>
      </w:r>
      <w:r w:rsidR="002C4FF2" w:rsidRPr="005E449F">
        <w:tab/>
      </w:r>
      <w:r w:rsidR="005E449F">
        <w:tab/>
      </w:r>
      <w:r w:rsidR="002C4FF2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2009 - 2010</w:t>
      </w:r>
    </w:p>
    <w:p w14:paraId="7797057A" w14:textId="67D5878B" w:rsidR="00F12E2A" w:rsidRPr="005E449F" w:rsidRDefault="002C4FF2" w:rsidP="001A3EA8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proofErr w:type="spellStart"/>
      <w:r w:rsidRPr="005E449F">
        <w:rPr>
          <w:bCs/>
          <w:color w:val="00ACEF"/>
          <w:spacing w:val="20"/>
          <w:sz w:val="22"/>
          <w:szCs w:val="22"/>
        </w:rPr>
        <w:t>Xfor</w:t>
      </w:r>
      <w:proofErr w:type="spellEnd"/>
      <w:r w:rsidRPr="005E449F">
        <w:rPr>
          <w:bCs/>
          <w:color w:val="00ACEF"/>
          <w:spacing w:val="20"/>
          <w:sz w:val="22"/>
          <w:szCs w:val="22"/>
        </w:rPr>
        <w:t xml:space="preserve"> Kft.</w:t>
      </w:r>
    </w:p>
    <w:p w14:paraId="77B9FF12" w14:textId="19258D90" w:rsidR="00F12E2A" w:rsidRPr="005E449F" w:rsidRDefault="00D9411B" w:rsidP="00F97C48">
      <w:pPr>
        <w:pStyle w:val="Folyszveg"/>
        <w:spacing w:after="200"/>
        <w:ind w:left="567"/>
        <w:jc w:val="both"/>
        <w:rPr>
          <w:sz w:val="22"/>
          <w:szCs w:val="22"/>
        </w:rPr>
      </w:pPr>
      <w:r w:rsidRPr="005E449F">
        <w:rPr>
          <w:noProof/>
          <w:sz w:val="22"/>
          <w:szCs w:val="22"/>
          <w:lang w:eastAsia="hu-HU"/>
        </w:rPr>
        <mc:AlternateContent>
          <mc:Choice Requires="wps">
            <w:drawing>
              <wp:anchor distT="0" distB="0" distL="114300" distR="114300" simplePos="0" relativeHeight="251988479" behindDoc="0" locked="0" layoutInCell="1" allowOverlap="1" wp14:anchorId="3A360156" wp14:editId="39168789">
                <wp:simplePos x="0" y="0"/>
                <wp:positionH relativeFrom="column">
                  <wp:posOffset>-26035</wp:posOffset>
                </wp:positionH>
                <wp:positionV relativeFrom="paragraph">
                  <wp:posOffset>661670</wp:posOffset>
                </wp:positionV>
                <wp:extent cx="189230" cy="188595"/>
                <wp:effectExtent l="0" t="0" r="0" b="0"/>
                <wp:wrapNone/>
                <wp:docPr id="47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694B34C0" id="Oval 24" o:spid="_x0000_s1026" style="position:absolute;margin-left:-2.05pt;margin-top:52.1pt;width:14.9pt;height:14.85pt;z-index:25198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" fillcolor="#00acef" stroked="f" strokeweight="1pt">
                <v:stroke joinstyle="miter"/>
              </v:oval>
            </w:pict>
          </mc:Fallback>
        </mc:AlternateContent>
      </w:r>
      <w:r w:rsidR="004E3D3E" w:rsidRPr="005E449F">
        <w:rPr>
          <w:b/>
          <w:sz w:val="22"/>
          <w:szCs w:val="22"/>
        </w:rPr>
        <w:t>Nagy értékű gépjárművek, ipari ingatlanok, projektek finanszírozó cége volt.</w:t>
      </w:r>
      <w:r w:rsidR="004E3D3E" w:rsidRPr="005E449F">
        <w:rPr>
          <w:sz w:val="22"/>
          <w:szCs w:val="22"/>
        </w:rPr>
        <w:t xml:space="preserve"> Windows Server 2003-on alapuló hálózat és perifériák menedzselése és tervszerű karbantartása; kapcsolattartás az informatikai infrastruktúrával kapcsolatos partnerekkel, biztonsági rendszer felügyelete.</w:t>
      </w:r>
    </w:p>
    <w:p w14:paraId="357B4928" w14:textId="50B489C7" w:rsidR="00F12E2A" w:rsidRPr="005E449F" w:rsidRDefault="00D9411B" w:rsidP="00976AA8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98719" behindDoc="0" locked="0" layoutInCell="1" allowOverlap="1" wp14:anchorId="286482C0" wp14:editId="48C3CE82">
                <wp:simplePos x="0" y="0"/>
                <wp:positionH relativeFrom="column">
                  <wp:posOffset>52070</wp:posOffset>
                </wp:positionH>
                <wp:positionV relativeFrom="paragraph">
                  <wp:posOffset>107103</wp:posOffset>
                </wp:positionV>
                <wp:extent cx="45085" cy="899795"/>
                <wp:effectExtent l="0" t="0" r="5715" b="0"/>
                <wp:wrapNone/>
                <wp:docPr id="53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8997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04113DB0" id="Oval 67" o:spid="_x0000_s1026" style="position:absolute;margin-left:4.1pt;margin-top:8.45pt;width:3.55pt;height:70.85pt;z-index:2519987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" fillcolor="#00acef" stroked="f" strokeweight="1pt">
                <v:stroke joinstyle="miter"/>
              </v:oval>
            </w:pict>
          </mc:Fallback>
        </mc:AlternateContent>
      </w:r>
      <w:r w:rsidR="004E3D3E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talomfejlesztő</w:t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4E3D3E" w:rsidRPr="005E449F">
        <w:tab/>
      </w:r>
      <w:r w:rsidR="004E3D3E" w:rsidRPr="005E449F">
        <w:tab/>
      </w:r>
      <w:r w:rsidR="004E3D3E" w:rsidRPr="005E449F">
        <w:tab/>
      </w:r>
      <w:r w:rsidR="004E3D3E" w:rsidRPr="005E449F">
        <w:tab/>
      </w:r>
      <w:r w:rsidR="004E3D3E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2007 </w:t>
      </w:r>
      <w:r w:rsidR="00F12E2A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-</w:t>
      </w:r>
      <w:r w:rsidR="004E3D3E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2008</w:t>
      </w:r>
    </w:p>
    <w:p w14:paraId="55B2417F" w14:textId="2F99EE8F" w:rsidR="00F12E2A" w:rsidRPr="005E449F" w:rsidRDefault="004E3D3E" w:rsidP="001A3EA8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r w:rsidRPr="005E449F">
        <w:rPr>
          <w:bCs/>
          <w:color w:val="00ACEF"/>
          <w:spacing w:val="20"/>
          <w:sz w:val="22"/>
          <w:szCs w:val="22"/>
        </w:rPr>
        <w:t>eCClub.hu</w:t>
      </w:r>
    </w:p>
    <w:p w14:paraId="3287874B" w14:textId="46343B02" w:rsidR="00F12E2A" w:rsidRPr="005E449F" w:rsidRDefault="00D45993" w:rsidP="00F97C48">
      <w:pPr>
        <w:pStyle w:val="Folyszveg"/>
        <w:spacing w:after="200"/>
        <w:ind w:left="567"/>
        <w:jc w:val="both"/>
        <w:rPr>
          <w:sz w:val="22"/>
          <w:szCs w:val="22"/>
        </w:rPr>
      </w:pPr>
      <w:r w:rsidRPr="005E449F">
        <w:rPr>
          <w:b/>
          <w:sz w:val="22"/>
          <w:szCs w:val="22"/>
        </w:rPr>
        <w:t>Egy újonnan induló felsőoktatási portál volt.</w:t>
      </w:r>
      <w:r w:rsidRPr="005E449F">
        <w:rPr>
          <w:sz w:val="22"/>
          <w:szCs w:val="22"/>
        </w:rPr>
        <w:t xml:space="preserve"> Teljes tartalomfejlesztés: a honlap struktúrájának kialakítása, tartalmi elemek feltöltése; link adatbázis létrehozása.</w:t>
      </w:r>
    </w:p>
    <w:p w14:paraId="145E2024" w14:textId="16FCB516" w:rsidR="00F12E2A" w:rsidRPr="005E449F" w:rsidRDefault="00D9411B" w:rsidP="00976AA8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96671" behindDoc="0" locked="0" layoutInCell="1" allowOverlap="1" wp14:anchorId="380ECFB2" wp14:editId="16C7F05C">
                <wp:simplePos x="0" y="0"/>
                <wp:positionH relativeFrom="column">
                  <wp:posOffset>52070</wp:posOffset>
                </wp:positionH>
                <wp:positionV relativeFrom="paragraph">
                  <wp:posOffset>139488</wp:posOffset>
                </wp:positionV>
                <wp:extent cx="45085" cy="1079500"/>
                <wp:effectExtent l="0" t="0" r="5715" b="12700"/>
                <wp:wrapNone/>
                <wp:docPr id="52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079500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505B3989" id="Oval 67" o:spid="_x0000_s1026" style="position:absolute;margin-left:4.1pt;margin-top:11pt;width:3.55pt;height:85pt;z-index:2519966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" fillcolor="#00acef" stroked="f" strokeweight="1pt">
                <v:stroke joinstyle="miter"/>
              </v:oval>
            </w:pict>
          </mc:Fallback>
        </mc:AlternateContent>
      </w: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90527" behindDoc="0" locked="0" layoutInCell="1" allowOverlap="1" wp14:anchorId="3FC898BE" wp14:editId="19458EFA">
                <wp:simplePos x="0" y="0"/>
                <wp:positionH relativeFrom="column">
                  <wp:posOffset>-26035</wp:posOffset>
                </wp:positionH>
                <wp:positionV relativeFrom="paragraph">
                  <wp:posOffset>3810</wp:posOffset>
                </wp:positionV>
                <wp:extent cx="189230" cy="188595"/>
                <wp:effectExtent l="0" t="0" r="0" b="0"/>
                <wp:wrapNone/>
                <wp:docPr id="48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3BF84170" id="Oval 24" o:spid="_x0000_s1026" style="position:absolute;margin-left:-2.05pt;margin-top:.3pt;width:14.9pt;height:14.85pt;z-index:2519905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" fillcolor="#00acef" stroked="f" strokeweight="1pt">
                <v:stroke joinstyle="miter"/>
              </v:oval>
            </w:pict>
          </mc:Fallback>
        </mc:AlternateContent>
      </w:r>
      <w:r w:rsidR="004A3058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Műszaki</w:t>
      </w:r>
      <w:r w:rsidR="00F12E2A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Menedzser</w:t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4A3058" w:rsidRPr="005E449F">
        <w:tab/>
      </w:r>
      <w:r w:rsidR="004A3058" w:rsidRPr="005E449F">
        <w:tab/>
      </w:r>
      <w:r w:rsidR="00D36B1C" w:rsidRPr="005E449F">
        <w:tab/>
      </w:r>
      <w:r w:rsidR="005E449F">
        <w:tab/>
      </w:r>
      <w:r w:rsidR="00F12E2A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20</w:t>
      </w:r>
      <w:r w:rsidR="004A3058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04 </w:t>
      </w:r>
      <w:r w:rsidR="00F12E2A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-</w:t>
      </w:r>
      <w:r w:rsidR="004A3058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2007</w:t>
      </w:r>
    </w:p>
    <w:p w14:paraId="7A03BB06" w14:textId="1FAE843D" w:rsidR="00F12E2A" w:rsidRPr="005E449F" w:rsidRDefault="004A3058" w:rsidP="001A3EA8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r w:rsidRPr="005E449F">
        <w:rPr>
          <w:bCs/>
          <w:color w:val="00ACEF"/>
          <w:spacing w:val="20"/>
          <w:sz w:val="22"/>
          <w:szCs w:val="22"/>
        </w:rPr>
        <w:t xml:space="preserve">Ford </w:t>
      </w:r>
      <w:proofErr w:type="spellStart"/>
      <w:r w:rsidRPr="005E449F">
        <w:rPr>
          <w:bCs/>
          <w:color w:val="00ACEF"/>
          <w:spacing w:val="20"/>
          <w:sz w:val="22"/>
          <w:szCs w:val="22"/>
        </w:rPr>
        <w:t>Petrányi</w:t>
      </w:r>
      <w:proofErr w:type="spellEnd"/>
      <w:r w:rsidRPr="005E449F">
        <w:rPr>
          <w:bCs/>
          <w:color w:val="00ACEF"/>
          <w:spacing w:val="20"/>
          <w:sz w:val="22"/>
          <w:szCs w:val="22"/>
        </w:rPr>
        <w:t xml:space="preserve"> Érdi Márkakereskedés</w:t>
      </w:r>
    </w:p>
    <w:p w14:paraId="715FEC31" w14:textId="07F5040C" w:rsidR="00842E49" w:rsidRPr="005E449F" w:rsidRDefault="00CF388A" w:rsidP="00842E49">
      <w:pPr>
        <w:pStyle w:val="Folyszveg"/>
        <w:spacing w:after="200"/>
        <w:ind w:left="567"/>
        <w:jc w:val="both"/>
        <w:rPr>
          <w:sz w:val="22"/>
          <w:szCs w:val="22"/>
        </w:rPr>
      </w:pPr>
      <w:r w:rsidRPr="005E449F">
        <w:rPr>
          <w:b/>
          <w:sz w:val="22"/>
          <w:szCs w:val="22"/>
        </w:rPr>
        <w:t>Az infrastruktúra műszaki irányítása</w:t>
      </w:r>
      <w:r w:rsidRPr="005E449F">
        <w:rPr>
          <w:sz w:val="22"/>
          <w:szCs w:val="22"/>
        </w:rPr>
        <w:t>; szervezeti működést érintő projektek koordinálása, oktatások szervezése; marketing feladatok ellátása, „Ford Club” vevői hűségrendszer megalkotása, hírlevelek menedzselése.</w:t>
      </w:r>
    </w:p>
    <w:p w14:paraId="1106F0D6" w14:textId="4A8BBE9E" w:rsidR="00F12E2A" w:rsidRPr="005E449F" w:rsidRDefault="00D9411B" w:rsidP="00976AA8">
      <w:pPr>
        <w:spacing w:after="0"/>
        <w:ind w:left="567"/>
      </w:pPr>
      <w:r w:rsidRPr="005E449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92575" behindDoc="0" locked="0" layoutInCell="1" allowOverlap="1" wp14:anchorId="711FD089" wp14:editId="3E0FCB6D">
                <wp:simplePos x="0" y="0"/>
                <wp:positionH relativeFrom="column">
                  <wp:posOffset>-26035</wp:posOffset>
                </wp:positionH>
                <wp:positionV relativeFrom="paragraph">
                  <wp:posOffset>-3810</wp:posOffset>
                </wp:positionV>
                <wp:extent cx="189230" cy="188595"/>
                <wp:effectExtent l="0" t="0" r="0" b="0"/>
                <wp:wrapNone/>
                <wp:docPr id="49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5B117B20" id="Oval 24" o:spid="_x0000_s1026" style="position:absolute;margin-left:-2.05pt;margin-top:-.25pt;width:14.9pt;height:14.85pt;z-index:2519925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" fillcolor="#00acef" stroked="f" strokeweight="1pt">
                <v:stroke joinstyle="miter"/>
              </v:oval>
            </w:pict>
          </mc:Fallback>
        </mc:AlternateContent>
      </w:r>
      <w:r w:rsidR="00361ED2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Üzleti folyamat-elemző</w:t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F12E2A" w:rsidRPr="005E449F">
        <w:tab/>
      </w:r>
      <w:r w:rsidR="00361ED2" w:rsidRPr="005E449F">
        <w:tab/>
      </w:r>
      <w:r w:rsidR="00361ED2" w:rsidRPr="005E449F">
        <w:tab/>
      </w:r>
      <w:r w:rsidR="00361ED2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2002 </w:t>
      </w:r>
      <w:r w:rsidR="00F12E2A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>-</w:t>
      </w:r>
      <w:r w:rsidR="00361ED2" w:rsidRPr="005E449F">
        <w:rPr>
          <w:rFonts w:ascii="Arial" w:hAnsi="Arial" w:cs="Arial"/>
          <w:b/>
          <w:caps/>
          <w:color w:val="000000" w:themeColor="text1"/>
          <w:spacing w:val="20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t xml:space="preserve"> 2003</w:t>
      </w:r>
    </w:p>
    <w:p w14:paraId="5251FD02" w14:textId="2C2022E0" w:rsidR="00F12E2A" w:rsidRPr="005E449F" w:rsidRDefault="0080332C" w:rsidP="001A3EA8">
      <w:pPr>
        <w:pStyle w:val="Folyszveg"/>
        <w:spacing w:after="100"/>
        <w:ind w:firstLine="567"/>
        <w:jc w:val="both"/>
        <w:rPr>
          <w:bCs/>
          <w:color w:val="00ACEF"/>
          <w:spacing w:val="20"/>
          <w:sz w:val="22"/>
          <w:szCs w:val="22"/>
        </w:rPr>
      </w:pPr>
      <w:proofErr w:type="spellStart"/>
      <w:r w:rsidRPr="005E449F">
        <w:rPr>
          <w:bCs/>
          <w:color w:val="00ACEF"/>
          <w:spacing w:val="20"/>
          <w:sz w:val="22"/>
          <w:szCs w:val="22"/>
        </w:rPr>
        <w:t>Digi</w:t>
      </w:r>
      <w:proofErr w:type="spellEnd"/>
      <w:r w:rsidRPr="005E449F">
        <w:rPr>
          <w:bCs/>
          <w:color w:val="00ACEF"/>
          <w:spacing w:val="20"/>
          <w:sz w:val="22"/>
          <w:szCs w:val="22"/>
        </w:rPr>
        <w:t xml:space="preserve"> Magyarország</w:t>
      </w:r>
    </w:p>
    <w:p w14:paraId="74B19FF2" w14:textId="77777777" w:rsidR="00886615" w:rsidRDefault="006118D8" w:rsidP="00886615">
      <w:pPr>
        <w:pStyle w:val="Folyszveg"/>
        <w:spacing w:after="100"/>
        <w:ind w:left="567"/>
        <w:jc w:val="both"/>
        <w:rPr>
          <w:sz w:val="22"/>
          <w:szCs w:val="22"/>
        </w:rPr>
      </w:pPr>
      <w:r w:rsidRPr="005E449F">
        <w:rPr>
          <w:b/>
          <w:sz w:val="22"/>
          <w:szCs w:val="22"/>
        </w:rPr>
        <w:t>Az egyik legnagyobb szélessávú távközlési társaság hazánkban.</w:t>
      </w:r>
      <w:r w:rsidRPr="005E449F">
        <w:rPr>
          <w:sz w:val="22"/>
          <w:szCs w:val="22"/>
        </w:rPr>
        <w:t xml:space="preserve"> Egy project keretében a cég egyik fő folyamatának feltérképezése, problémás területek elemzése, folyamatábrák rajzolása, szakdolgozatom elkészítése.</w:t>
      </w:r>
    </w:p>
    <w:p w14:paraId="353D21E6" w14:textId="5D51FD4D" w:rsidR="00AC4EC3" w:rsidRDefault="00AC4EC3" w:rsidP="00886615">
      <w:pPr>
        <w:pStyle w:val="Folyszveg"/>
        <w:spacing w:after="100"/>
        <w:ind w:left="567"/>
        <w:jc w:val="both"/>
        <w:rPr>
          <w:sz w:val="22"/>
          <w:szCs w:val="22"/>
        </w:rPr>
      </w:pPr>
    </w:p>
    <w:p w14:paraId="60898D7A" w14:textId="15B52BB4" w:rsidR="00FB3A38" w:rsidRPr="00FB3A38" w:rsidRDefault="00886615" w:rsidP="00515EB1">
      <w:pPr>
        <w:pStyle w:val="H1"/>
        <w:spacing w:after="200"/>
        <w:ind w:left="1304"/>
      </w:pPr>
      <w:r w:rsidRPr="002F309F">
        <w:rPr>
          <w:b/>
          <w:noProof/>
          <w:sz w:val="22"/>
          <w:szCs w:val="22"/>
          <w:lang w:eastAsia="hu-HU"/>
        </w:rPr>
        <mc:AlternateContent>
          <mc:Choice Requires="wps">
            <w:drawing>
              <wp:anchor distT="0" distB="0" distL="114300" distR="114300" simplePos="0" relativeHeight="251983359" behindDoc="0" locked="0" layoutInCell="1" allowOverlap="1" wp14:anchorId="254C9B17" wp14:editId="7E8ECFC3">
                <wp:simplePos x="0" y="0"/>
                <wp:positionH relativeFrom="column">
                  <wp:posOffset>-26035</wp:posOffset>
                </wp:positionH>
                <wp:positionV relativeFrom="paragraph">
                  <wp:posOffset>351253</wp:posOffset>
                </wp:positionV>
                <wp:extent cx="189230" cy="188595"/>
                <wp:effectExtent l="0" t="0" r="1270" b="1905"/>
                <wp:wrapNone/>
                <wp:docPr id="41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188595"/>
                        </a:xfrm>
                        <a:prstGeom prst="ellipse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52D8BF" id="Oval 24" o:spid="_x0000_s1026" style="position:absolute;margin-left:-2.05pt;margin-top:27.65pt;width:14.9pt;height:14.85pt;z-index:251983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" fillcolor="#00acef" stroked="f" strokeweight="1pt">
                <v:stroke joinstyle="miter"/>
              </v:oval>
            </w:pict>
          </mc:Fallback>
        </mc:AlternateContent>
      </w:r>
      <w:r w:rsidR="00327CB8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81311" behindDoc="0" locked="0" layoutInCell="1" allowOverlap="1" wp14:anchorId="2B0383F4" wp14:editId="000C0994">
                <wp:simplePos x="0" y="0"/>
                <wp:positionH relativeFrom="column">
                  <wp:posOffset>-27305</wp:posOffset>
                </wp:positionH>
                <wp:positionV relativeFrom="paragraph">
                  <wp:posOffset>41063</wp:posOffset>
                </wp:positionV>
                <wp:extent cx="647700" cy="85090"/>
                <wp:effectExtent l="0" t="0" r="12700" b="0"/>
                <wp:wrapNone/>
                <wp:docPr id="40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27771E59" id="Rectangle 45" o:spid="_x0000_s1026" style="position:absolute;margin-left:-2.15pt;margin-top:3.25pt;width:51pt;height:6.7pt;z-index:251981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" fillcolor="#00acef" stroked="f" strokeweight="1pt"/>
            </w:pict>
          </mc:Fallback>
        </mc:AlternateContent>
      </w:r>
      <w:r w:rsidR="00327CB8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80287" behindDoc="0" locked="0" layoutInCell="1" allowOverlap="1" wp14:anchorId="2B48F0C6" wp14:editId="3C534EC5">
                <wp:simplePos x="0" y="0"/>
                <wp:positionH relativeFrom="column">
                  <wp:posOffset>2566035</wp:posOffset>
                </wp:positionH>
                <wp:positionV relativeFrom="paragraph">
                  <wp:posOffset>34502</wp:posOffset>
                </wp:positionV>
                <wp:extent cx="4116705" cy="86360"/>
                <wp:effectExtent l="0" t="0" r="0" b="0"/>
                <wp:wrapNone/>
                <wp:docPr id="39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6705" cy="8636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7E8C878B" id="Rectangle 46" o:spid="_x0000_s1026" style="position:absolute;margin-left:202.05pt;margin-top:2.7pt;width:324.15pt;height:6.8pt;z-index:25198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" fillcolor="#00acef" stroked="f" strokeweight="1pt"/>
            </w:pict>
          </mc:Fallback>
        </mc:AlternateContent>
      </w:r>
      <w:r w:rsidR="00327CB8">
        <w:t>Tanulmányok</w:t>
      </w:r>
    </w:p>
    <w:p w14:paraId="61A597CD" w14:textId="3DFC5E29" w:rsidR="00132A1D" w:rsidRPr="002F309F" w:rsidRDefault="00365103" w:rsidP="00DE0C7D">
      <w:pPr>
        <w:pStyle w:val="H2"/>
        <w:spacing w:after="0"/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="00E33637">
        <w:rPr>
          <w:b/>
          <w:sz w:val="22"/>
          <w:szCs w:val="22"/>
        </w:rPr>
        <w:t>EBRECENI</w:t>
      </w:r>
      <w:r w:rsidR="00132A1D" w:rsidRPr="002F309F">
        <w:rPr>
          <w:b/>
          <w:sz w:val="22"/>
          <w:szCs w:val="22"/>
        </w:rPr>
        <w:t xml:space="preserve"> Egyetem (1997-2002)</w:t>
      </w:r>
    </w:p>
    <w:p w14:paraId="13DA3558" w14:textId="6256CB10" w:rsidR="00AC4EC3" w:rsidRPr="00132A1D" w:rsidRDefault="00132A1D" w:rsidP="00886615">
      <w:pPr>
        <w:pStyle w:val="H3"/>
        <w:spacing w:after="100"/>
        <w:ind w:firstLine="567"/>
        <w:rPr>
          <w:sz w:val="22"/>
          <w:szCs w:val="22"/>
        </w:rPr>
      </w:pPr>
      <w:proofErr w:type="spellStart"/>
      <w:r w:rsidRPr="00132A1D">
        <w:rPr>
          <w:sz w:val="22"/>
          <w:szCs w:val="22"/>
        </w:rPr>
        <w:t>Műszaki</w:t>
      </w:r>
      <w:proofErr w:type="spellEnd"/>
      <w:r w:rsidRPr="00132A1D">
        <w:rPr>
          <w:sz w:val="22"/>
          <w:szCs w:val="22"/>
        </w:rPr>
        <w:t xml:space="preserve"> informatika </w:t>
      </w:r>
      <w:proofErr w:type="spellStart"/>
      <w:r w:rsidRPr="00132A1D">
        <w:rPr>
          <w:sz w:val="22"/>
          <w:szCs w:val="22"/>
        </w:rPr>
        <w:t>Msc</w:t>
      </w:r>
      <w:proofErr w:type="spellEnd"/>
      <w:r w:rsidRPr="00132A1D">
        <w:rPr>
          <w:sz w:val="22"/>
          <w:szCs w:val="22"/>
        </w:rPr>
        <w:t xml:space="preserve">. Szak, </w:t>
      </w:r>
      <w:proofErr w:type="spellStart"/>
      <w:r w:rsidRPr="00132A1D">
        <w:rPr>
          <w:sz w:val="22"/>
          <w:szCs w:val="22"/>
        </w:rPr>
        <w:t>Műszaki</w:t>
      </w:r>
      <w:proofErr w:type="spellEnd"/>
      <w:r w:rsidRPr="00132A1D">
        <w:rPr>
          <w:sz w:val="22"/>
          <w:szCs w:val="22"/>
        </w:rPr>
        <w:t xml:space="preserve"> menedzser szakirány</w:t>
      </w:r>
      <w:r w:rsidR="00886615">
        <w:rPr>
          <w:sz w:val="22"/>
          <w:szCs w:val="22"/>
        </w:rPr>
        <w:br/>
      </w:r>
    </w:p>
    <w:p w14:paraId="6B3E5BC5" w14:textId="7454CE2E" w:rsidR="00AC4EC3" w:rsidRPr="00FB3A38" w:rsidRDefault="00DD6460" w:rsidP="00515EB1">
      <w:pPr>
        <w:pStyle w:val="H1"/>
        <w:spacing w:after="120"/>
        <w:ind w:left="1304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85407" behindDoc="0" locked="0" layoutInCell="1" allowOverlap="1" wp14:anchorId="2C1E3122" wp14:editId="05CBA45A">
                <wp:simplePos x="0" y="0"/>
                <wp:positionH relativeFrom="column">
                  <wp:posOffset>3137535</wp:posOffset>
                </wp:positionH>
                <wp:positionV relativeFrom="paragraph">
                  <wp:posOffset>17145</wp:posOffset>
                </wp:positionV>
                <wp:extent cx="3543300" cy="86360"/>
                <wp:effectExtent l="0" t="0" r="12700" b="0"/>
                <wp:wrapNone/>
                <wp:docPr id="44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8636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254CB4B8" id="Rectangle 46" o:spid="_x0000_s1026" style="position:absolute;margin-left:247.05pt;margin-top:1.35pt;width:279pt;height:6.8pt;z-index:251985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" fillcolor="#00acef" stroked="f" strokeweight="1pt"/>
            </w:pict>
          </mc:Fallback>
        </mc:AlternateContent>
      </w:r>
      <w:r w:rsidR="00AC4EC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86431" behindDoc="0" locked="0" layoutInCell="1" allowOverlap="1" wp14:anchorId="525383D6" wp14:editId="6A6EC782">
                <wp:simplePos x="0" y="0"/>
                <wp:positionH relativeFrom="column">
                  <wp:posOffset>-27305</wp:posOffset>
                </wp:positionH>
                <wp:positionV relativeFrom="paragraph">
                  <wp:posOffset>41063</wp:posOffset>
                </wp:positionV>
                <wp:extent cx="647700" cy="85090"/>
                <wp:effectExtent l="0" t="0" r="12700" b="0"/>
                <wp:wrapNone/>
                <wp:docPr id="42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612F87A9" id="Rectangle 45" o:spid="_x0000_s1026" style="position:absolute;margin-left:-2.15pt;margin-top:3.25pt;width:51pt;height:6.7pt;z-index:251986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" fillcolor="#00acef" stroked="f" strokeweight="1pt"/>
            </w:pict>
          </mc:Fallback>
        </mc:AlternateContent>
      </w:r>
      <w:r>
        <w:t>Egyéb képességek</w:t>
      </w:r>
    </w:p>
    <w:p w14:paraId="3B6EC5DC" w14:textId="2CEE2F8C" w:rsidR="00857AA1" w:rsidRPr="00C415BD" w:rsidRDefault="00857AA1" w:rsidP="002172F9">
      <w:pPr>
        <w:pStyle w:val="Felsorols1"/>
        <w:jc w:val="both"/>
        <w:rPr>
          <w:sz w:val="22"/>
          <w:szCs w:val="22"/>
        </w:rPr>
      </w:pPr>
      <w:r w:rsidRPr="00C415BD">
        <w:rPr>
          <w:b/>
          <w:sz w:val="22"/>
          <w:szCs w:val="22"/>
        </w:rPr>
        <w:t>Számítógép:</w:t>
      </w:r>
      <w:r w:rsidRPr="00C415BD">
        <w:rPr>
          <w:sz w:val="22"/>
          <w:szCs w:val="22"/>
        </w:rPr>
        <w:t xml:space="preserve"> Adobe </w:t>
      </w:r>
      <w:proofErr w:type="spellStart"/>
      <w:r w:rsidRPr="00C415BD">
        <w:rPr>
          <w:sz w:val="22"/>
          <w:szCs w:val="22"/>
        </w:rPr>
        <w:t>Illustrator</w:t>
      </w:r>
      <w:proofErr w:type="spellEnd"/>
      <w:r w:rsidRPr="00C415BD">
        <w:rPr>
          <w:sz w:val="22"/>
          <w:szCs w:val="22"/>
        </w:rPr>
        <w:t xml:space="preserve">, </w:t>
      </w:r>
      <w:proofErr w:type="spellStart"/>
      <w:r w:rsidRPr="00C415BD">
        <w:rPr>
          <w:sz w:val="22"/>
          <w:szCs w:val="22"/>
        </w:rPr>
        <w:t>Indesign</w:t>
      </w:r>
      <w:proofErr w:type="spellEnd"/>
      <w:r w:rsidRPr="00C415BD">
        <w:rPr>
          <w:sz w:val="22"/>
          <w:szCs w:val="22"/>
        </w:rPr>
        <w:t xml:space="preserve">, Photoshop, </w:t>
      </w:r>
      <w:proofErr w:type="spellStart"/>
      <w:r w:rsidRPr="00C415BD">
        <w:rPr>
          <w:sz w:val="22"/>
          <w:szCs w:val="22"/>
        </w:rPr>
        <w:t>Acrobat</w:t>
      </w:r>
      <w:proofErr w:type="spellEnd"/>
      <w:r w:rsidRPr="00C415BD">
        <w:rPr>
          <w:sz w:val="22"/>
          <w:szCs w:val="22"/>
        </w:rPr>
        <w:t xml:space="preserve"> X Pro, Corel </w:t>
      </w:r>
      <w:proofErr w:type="spellStart"/>
      <w:r w:rsidRPr="00C415BD">
        <w:rPr>
          <w:sz w:val="22"/>
          <w:szCs w:val="22"/>
        </w:rPr>
        <w:t>Draw</w:t>
      </w:r>
      <w:proofErr w:type="spellEnd"/>
      <w:r w:rsidRPr="00C415BD">
        <w:rPr>
          <w:sz w:val="22"/>
          <w:szCs w:val="22"/>
        </w:rPr>
        <w:t xml:space="preserve">; Word, Excel, </w:t>
      </w:r>
      <w:proofErr w:type="spellStart"/>
      <w:r w:rsidRPr="00C415BD">
        <w:rPr>
          <w:sz w:val="22"/>
          <w:szCs w:val="22"/>
        </w:rPr>
        <w:t>Power</w:t>
      </w:r>
      <w:proofErr w:type="spellEnd"/>
      <w:r w:rsidRPr="00C415BD">
        <w:rPr>
          <w:sz w:val="22"/>
          <w:szCs w:val="22"/>
        </w:rPr>
        <w:t xml:space="preserve"> </w:t>
      </w:r>
      <w:proofErr w:type="spellStart"/>
      <w:r w:rsidRPr="00C415BD">
        <w:rPr>
          <w:sz w:val="22"/>
          <w:szCs w:val="22"/>
        </w:rPr>
        <w:t>Point</w:t>
      </w:r>
      <w:proofErr w:type="spellEnd"/>
      <w:r w:rsidRPr="00C415BD">
        <w:rPr>
          <w:sz w:val="22"/>
          <w:szCs w:val="22"/>
        </w:rPr>
        <w:t xml:space="preserve">, Outlook, Visio, JIRA, </w:t>
      </w:r>
      <w:proofErr w:type="spellStart"/>
      <w:r w:rsidRPr="00C415BD">
        <w:rPr>
          <w:sz w:val="22"/>
          <w:szCs w:val="22"/>
        </w:rPr>
        <w:t>Confluence</w:t>
      </w:r>
      <w:proofErr w:type="spellEnd"/>
      <w:r w:rsidRPr="00C415BD">
        <w:rPr>
          <w:sz w:val="22"/>
          <w:szCs w:val="22"/>
        </w:rPr>
        <w:t>; MS Windows XP - WIN 10, Server 2003</w:t>
      </w:r>
    </w:p>
    <w:p w14:paraId="23A967DC" w14:textId="77777777" w:rsidR="00857AA1" w:rsidRPr="00C415BD" w:rsidRDefault="00857AA1" w:rsidP="002172F9">
      <w:pPr>
        <w:pStyle w:val="Felsorols1"/>
        <w:jc w:val="both"/>
        <w:rPr>
          <w:sz w:val="22"/>
          <w:szCs w:val="22"/>
        </w:rPr>
      </w:pPr>
      <w:r w:rsidRPr="00C415BD">
        <w:rPr>
          <w:b/>
          <w:sz w:val="22"/>
          <w:szCs w:val="22"/>
        </w:rPr>
        <w:t>Nyelvtudás:</w:t>
      </w:r>
      <w:r w:rsidRPr="00C415BD">
        <w:rPr>
          <w:sz w:val="22"/>
          <w:szCs w:val="22"/>
        </w:rPr>
        <w:t xml:space="preserve"> Angol </w:t>
      </w:r>
      <w:proofErr w:type="spellStart"/>
      <w:r w:rsidRPr="00C415BD">
        <w:rPr>
          <w:sz w:val="22"/>
          <w:szCs w:val="22"/>
        </w:rPr>
        <w:t>középfoku</w:t>
      </w:r>
      <w:proofErr w:type="spellEnd"/>
      <w:r w:rsidRPr="00C415BD">
        <w:rPr>
          <w:sz w:val="22"/>
          <w:szCs w:val="22"/>
        </w:rPr>
        <w:t xml:space="preserve">́ nyelvvizsga, </w:t>
      </w:r>
      <w:proofErr w:type="spellStart"/>
      <w:r w:rsidRPr="00C415BD">
        <w:rPr>
          <w:sz w:val="22"/>
          <w:szCs w:val="22"/>
        </w:rPr>
        <w:t>társalgási</w:t>
      </w:r>
      <w:proofErr w:type="spellEnd"/>
      <w:r w:rsidRPr="00C415BD">
        <w:rPr>
          <w:sz w:val="22"/>
          <w:szCs w:val="22"/>
        </w:rPr>
        <w:t xml:space="preserve"> </w:t>
      </w:r>
      <w:proofErr w:type="spellStart"/>
      <w:r w:rsidRPr="00C415BD">
        <w:rPr>
          <w:sz w:val="22"/>
          <w:szCs w:val="22"/>
        </w:rPr>
        <w:t>szintu</w:t>
      </w:r>
      <w:proofErr w:type="spellEnd"/>
      <w:r w:rsidRPr="00C415BD">
        <w:rPr>
          <w:sz w:val="22"/>
          <w:szCs w:val="22"/>
        </w:rPr>
        <w:t xml:space="preserve">̋ </w:t>
      </w:r>
      <w:proofErr w:type="spellStart"/>
      <w:r w:rsidRPr="00C415BD">
        <w:rPr>
          <w:sz w:val="22"/>
          <w:szCs w:val="22"/>
        </w:rPr>
        <w:t>nyelvtudás</w:t>
      </w:r>
      <w:proofErr w:type="spellEnd"/>
    </w:p>
    <w:p w14:paraId="05789659" w14:textId="21D97027" w:rsidR="00FB3A38" w:rsidRPr="00FB3A38" w:rsidRDefault="00857AA1" w:rsidP="00857AA1">
      <w:pPr>
        <w:pStyle w:val="Felsorols1"/>
        <w:jc w:val="both"/>
      </w:pPr>
      <w:r w:rsidRPr="00C415BD">
        <w:rPr>
          <w:b/>
          <w:sz w:val="22"/>
          <w:szCs w:val="22"/>
        </w:rPr>
        <w:t>Szabadidő:</w:t>
      </w:r>
      <w:r w:rsidRPr="00C415BD">
        <w:rPr>
          <w:sz w:val="22"/>
          <w:szCs w:val="22"/>
        </w:rPr>
        <w:t xml:space="preserve"> </w:t>
      </w:r>
      <w:proofErr w:type="spellStart"/>
      <w:r w:rsidRPr="00C415BD">
        <w:rPr>
          <w:sz w:val="22"/>
          <w:szCs w:val="22"/>
        </w:rPr>
        <w:t>Olvasás</w:t>
      </w:r>
      <w:proofErr w:type="spellEnd"/>
      <w:r w:rsidRPr="00C415BD">
        <w:rPr>
          <w:sz w:val="22"/>
          <w:szCs w:val="22"/>
        </w:rPr>
        <w:t xml:space="preserve">, </w:t>
      </w:r>
      <w:proofErr w:type="spellStart"/>
      <w:r w:rsidRPr="00C415BD">
        <w:rPr>
          <w:sz w:val="22"/>
          <w:szCs w:val="22"/>
        </w:rPr>
        <w:t>kreatív</w:t>
      </w:r>
      <w:proofErr w:type="spellEnd"/>
      <w:r w:rsidRPr="00C415BD">
        <w:rPr>
          <w:sz w:val="22"/>
          <w:szCs w:val="22"/>
        </w:rPr>
        <w:t xml:space="preserve"> </w:t>
      </w:r>
      <w:proofErr w:type="spellStart"/>
      <w:r w:rsidRPr="00C415BD">
        <w:rPr>
          <w:sz w:val="22"/>
          <w:szCs w:val="22"/>
        </w:rPr>
        <w:t>írás</w:t>
      </w:r>
      <w:proofErr w:type="spellEnd"/>
      <w:r w:rsidRPr="00C415BD">
        <w:rPr>
          <w:sz w:val="22"/>
          <w:szCs w:val="22"/>
        </w:rPr>
        <w:t xml:space="preserve">, mozi, </w:t>
      </w:r>
      <w:proofErr w:type="spellStart"/>
      <w:r w:rsidRPr="00C415BD">
        <w:rPr>
          <w:sz w:val="22"/>
          <w:szCs w:val="22"/>
        </w:rPr>
        <w:t>színház</w:t>
      </w:r>
      <w:proofErr w:type="spellEnd"/>
      <w:r w:rsidRPr="00C415BD">
        <w:rPr>
          <w:sz w:val="22"/>
          <w:szCs w:val="22"/>
        </w:rPr>
        <w:t xml:space="preserve">, </w:t>
      </w:r>
      <w:proofErr w:type="spellStart"/>
      <w:r w:rsidRPr="00C415BD">
        <w:rPr>
          <w:sz w:val="22"/>
          <w:szCs w:val="22"/>
        </w:rPr>
        <w:t>zenehallgatás</w:t>
      </w:r>
      <w:proofErr w:type="spellEnd"/>
      <w:r w:rsidR="00FB3A38" w:rsidRPr="00FB3A38">
        <w:rPr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927039" behindDoc="0" locked="0" layoutInCell="1" allowOverlap="1" wp14:anchorId="53ED9857" wp14:editId="12B85332">
                <wp:simplePos x="0" y="0"/>
                <wp:positionH relativeFrom="column">
                  <wp:posOffset>2275205</wp:posOffset>
                </wp:positionH>
                <wp:positionV relativeFrom="paragraph">
                  <wp:posOffset>9417685</wp:posOffset>
                </wp:positionV>
                <wp:extent cx="4319905" cy="85090"/>
                <wp:effectExtent l="0" t="0" r="0" b="0"/>
                <wp:wrapNone/>
                <wp:docPr id="83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3ADB4B4F" id="Rectangle 71" o:spid="_x0000_s1026" style="position:absolute;margin-left:179.15pt;margin-top:741.55pt;width:340.15pt;height:6.7pt;z-index:2519270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" fillcolor="#00acef" stroked="f" strokeweight="1pt"/>
            </w:pict>
          </mc:Fallback>
        </mc:AlternateContent>
      </w:r>
      <w:r w:rsidR="00FB3A38" w:rsidRPr="00FB3A38">
        <w:rPr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926015" behindDoc="0" locked="0" layoutInCell="1" allowOverlap="1" wp14:anchorId="6BC4F46B" wp14:editId="39DFCC3D">
                <wp:simplePos x="0" y="0"/>
                <wp:positionH relativeFrom="column">
                  <wp:posOffset>53340</wp:posOffset>
                </wp:positionH>
                <wp:positionV relativeFrom="paragraph">
                  <wp:posOffset>9425512</wp:posOffset>
                </wp:positionV>
                <wp:extent cx="539115" cy="85090"/>
                <wp:effectExtent l="0" t="0" r="0" b="0"/>
                <wp:wrapNone/>
                <wp:docPr id="82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" cy="85090"/>
                        </a:xfrm>
                        <a:prstGeom prst="rect">
                          <a:avLst/>
                        </a:prstGeom>
                        <a:solidFill>
                          <a:srgbClr val="00AC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788F55B2" id="Rectangle 70" o:spid="_x0000_s1026" style="position:absolute;margin-left:4.2pt;margin-top:742.15pt;width:42.45pt;height:6.7pt;z-index:2519260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" fillcolor="#00acef" stroked="f" strokeweight="1pt"/>
            </w:pict>
          </mc:Fallback>
        </mc:AlternateContent>
      </w:r>
    </w:p>
    <w:sectPr w:rsidR="00FB3A38" w:rsidRPr="00FB3A38" w:rsidSect="00046071">
      <w:headerReference w:type="default" r:id="rId24"/>
      <w:footerReference w:type="default" r:id="rId25"/>
      <w:type w:val="continuous"/>
      <w:pgSz w:w="11900" w:h="16840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E6E678" w14:textId="77777777" w:rsidR="00D33594" w:rsidRDefault="00D33594" w:rsidP="00840169">
      <w:pPr>
        <w:spacing w:after="0" w:line="240" w:lineRule="auto"/>
      </w:pPr>
      <w:r>
        <w:separator/>
      </w:r>
    </w:p>
  </w:endnote>
  <w:endnote w:type="continuationSeparator" w:id="0">
    <w:p w14:paraId="5B44A1D4" w14:textId="77777777" w:rsidR="00D33594" w:rsidRDefault="00D33594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Iconic Stroke">
    <w:altName w:val="Calibri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altName w:val="Arial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4F961" w14:textId="527A5D51" w:rsidR="003124C1" w:rsidRDefault="00F33207">
    <w:pPr>
      <w:pStyle w:val="Footer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5AC78A" wp14:editId="376290C4">
              <wp:simplePos x="0" y="0"/>
              <wp:positionH relativeFrom="column">
                <wp:posOffset>-473710</wp:posOffset>
              </wp:positionH>
              <wp:positionV relativeFrom="paragraph">
                <wp:posOffset>457835</wp:posOffset>
              </wp:positionV>
              <wp:extent cx="7588469" cy="158092"/>
              <wp:effectExtent l="0" t="0" r="6350" b="0"/>
              <wp:wrapNone/>
              <wp:docPr id="66" name="Rectangle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8469" cy="158092"/>
                      </a:xfrm>
                      <a:prstGeom prst="rect">
                        <a:avLst/>
                      </a:prstGeom>
                      <a:solidFill>
                        <a:srgbClr val="00ACE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w14:anchorId="0163FC40" id="Rectangle 66" o:spid="_x0000_s1026" style="position:absolute;margin-left:-37.3pt;margin-top:36.05pt;width:597.5pt;height:12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" fillcolor="#00acef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586425" w14:textId="77777777" w:rsidR="00D33594" w:rsidRDefault="00D33594" w:rsidP="00840169">
      <w:pPr>
        <w:spacing w:after="0" w:line="240" w:lineRule="auto"/>
      </w:pPr>
      <w:r>
        <w:separator/>
      </w:r>
    </w:p>
  </w:footnote>
  <w:footnote w:type="continuationSeparator" w:id="0">
    <w:p w14:paraId="3369578E" w14:textId="77777777" w:rsidR="00D33594" w:rsidRDefault="00D33594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25784" w14:textId="4AA535E6" w:rsidR="00C54E28" w:rsidRDefault="00C54E28">
    <w:pPr>
      <w:pStyle w:val="Header"/>
    </w:pPr>
  </w:p>
  <w:p w14:paraId="4AC420B2" w14:textId="77777777" w:rsidR="00C54E28" w:rsidRDefault="00C54E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75" type="#_x0000_t75" style="width:11.8pt;height:11.8pt" o:bullet="t">
        <v:imagedata r:id="rId1" o:title="arrow-for-list"/>
      </v:shape>
    </w:pict>
  </w:numPicBullet>
  <w:numPicBullet w:numPicBulletId="1">
    <w:pict>
      <v:shape id="_x0000_i1576" type="#_x0000_t75" style="width:8.6pt;height:8.6pt" o:bullet="t">
        <v:imagedata r:id="rId2" o:title="arrow-for-list"/>
      </v:shape>
    </w:pict>
  </w:numPicBullet>
  <w:numPicBullet w:numPicBulletId="2">
    <w:pict>
      <v:shape id="_x0000_i1577" type="#_x0000_t75" style="width:3.75pt;height:3.75pt" o:bullet="t">
        <v:imagedata r:id="rId3" o:title="checkmark-bullet"/>
      </v:shape>
    </w:pict>
  </w:numPicBullet>
  <w:abstractNum w:abstractNumId="0" w15:restartNumberingAfterBreak="0">
    <w:nsid w:val="025E761F"/>
    <w:multiLevelType w:val="hybridMultilevel"/>
    <w:tmpl w:val="93B02EA0"/>
    <w:lvl w:ilvl="0" w:tplc="2608493C">
      <w:start w:val="1"/>
      <w:numFmt w:val="bullet"/>
      <w:lvlText w:val="4"/>
      <w:lvlJc w:val="left"/>
      <w:pPr>
        <w:ind w:left="360" w:hanging="360"/>
      </w:pPr>
      <w:rPr>
        <w:rFonts w:ascii="Iconic Stroke" w:hAnsi="Iconic Stroke" w:hint="default"/>
        <w:color w:val="00ACEF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A1ABA"/>
    <w:multiLevelType w:val="hybridMultilevel"/>
    <w:tmpl w:val="5B568384"/>
    <w:lvl w:ilvl="0" w:tplc="48E01EF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C577F"/>
    <w:multiLevelType w:val="hybridMultilevel"/>
    <w:tmpl w:val="94AAE006"/>
    <w:lvl w:ilvl="0" w:tplc="D2E0836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21127"/>
    <w:multiLevelType w:val="hybridMultilevel"/>
    <w:tmpl w:val="5DF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F7BBA"/>
    <w:multiLevelType w:val="hybridMultilevel"/>
    <w:tmpl w:val="C53E8958"/>
    <w:lvl w:ilvl="0" w:tplc="9E6ABC36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5" w15:restartNumberingAfterBreak="0">
    <w:nsid w:val="17E27750"/>
    <w:multiLevelType w:val="hybridMultilevel"/>
    <w:tmpl w:val="00645EB8"/>
    <w:lvl w:ilvl="0" w:tplc="9E883EA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B014C"/>
    <w:multiLevelType w:val="hybridMultilevel"/>
    <w:tmpl w:val="2DA470CC"/>
    <w:lvl w:ilvl="0" w:tplc="D36A44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862B4"/>
    <w:multiLevelType w:val="hybridMultilevel"/>
    <w:tmpl w:val="DF067D50"/>
    <w:lvl w:ilvl="0" w:tplc="F348C998">
      <w:start w:val="1"/>
      <w:numFmt w:val="bullet"/>
      <w:lvlText w:val=""/>
      <w:lvlJc w:val="left"/>
      <w:pPr>
        <w:ind w:left="454" w:hanging="341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A37BA"/>
    <w:multiLevelType w:val="hybridMultilevel"/>
    <w:tmpl w:val="2A88F290"/>
    <w:lvl w:ilvl="0" w:tplc="328C96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CEF"/>
        <w:w w:val="100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FC0D5E"/>
    <w:multiLevelType w:val="hybridMultilevel"/>
    <w:tmpl w:val="21E23870"/>
    <w:lvl w:ilvl="0" w:tplc="D2E0836A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" w15:restartNumberingAfterBreak="0">
    <w:nsid w:val="406B0015"/>
    <w:multiLevelType w:val="hybridMultilevel"/>
    <w:tmpl w:val="70E21776"/>
    <w:lvl w:ilvl="0" w:tplc="6994EAF0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605A64"/>
    <w:multiLevelType w:val="hybridMultilevel"/>
    <w:tmpl w:val="278C9868"/>
    <w:lvl w:ilvl="0" w:tplc="6F940FB2">
      <w:start w:val="1"/>
      <w:numFmt w:val="bullet"/>
      <w:lvlText w:val=""/>
      <w:lvlPicBulletId w:val="1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47E78"/>
    <w:multiLevelType w:val="hybridMultilevel"/>
    <w:tmpl w:val="2482FD66"/>
    <w:lvl w:ilvl="0" w:tplc="F1B8CF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06792"/>
    <w:multiLevelType w:val="hybridMultilevel"/>
    <w:tmpl w:val="D5FEEF76"/>
    <w:lvl w:ilvl="0" w:tplc="76900D0A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07A9E"/>
    <w:multiLevelType w:val="hybridMultilevel"/>
    <w:tmpl w:val="A1DAAB42"/>
    <w:lvl w:ilvl="0" w:tplc="328C96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ACEF"/>
        <w:w w:val="100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A21E65"/>
    <w:multiLevelType w:val="hybridMultilevel"/>
    <w:tmpl w:val="8668D180"/>
    <w:lvl w:ilvl="0" w:tplc="6BA4FABC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283F57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E94B75"/>
    <w:multiLevelType w:val="hybridMultilevel"/>
    <w:tmpl w:val="3A427EF2"/>
    <w:lvl w:ilvl="0" w:tplc="1AD490C0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7974FA"/>
    <w:multiLevelType w:val="hybridMultilevel"/>
    <w:tmpl w:val="CC72B0DE"/>
    <w:lvl w:ilvl="0" w:tplc="679ADDDA">
      <w:start w:val="1"/>
      <w:numFmt w:val="bullet"/>
      <w:pStyle w:val="Felsorols1"/>
      <w:lvlText w:val=""/>
      <w:lvlJc w:val="left"/>
      <w:pPr>
        <w:ind w:left="360" w:hanging="360"/>
      </w:pPr>
      <w:rPr>
        <w:rFonts w:ascii="Wingdings" w:hAnsi="Wingdings" w:hint="default"/>
        <w:color w:val="00ACEF"/>
        <w:w w:val="100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B90604"/>
    <w:multiLevelType w:val="hybridMultilevel"/>
    <w:tmpl w:val="2AA66B9C"/>
    <w:lvl w:ilvl="0" w:tplc="B7E0B5E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0143E"/>
    <w:multiLevelType w:val="hybridMultilevel"/>
    <w:tmpl w:val="A24CB02C"/>
    <w:lvl w:ilvl="0" w:tplc="D2E0836A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9C7424"/>
    <w:multiLevelType w:val="hybridMultilevel"/>
    <w:tmpl w:val="20A6FC5A"/>
    <w:lvl w:ilvl="0" w:tplc="9B465338">
      <w:start w:val="1"/>
      <w:numFmt w:val="bullet"/>
      <w:lvlText w:val=""/>
      <w:lvlPicBulletId w:val="0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F92F78"/>
    <w:multiLevelType w:val="hybridMultilevel"/>
    <w:tmpl w:val="1480FA76"/>
    <w:lvl w:ilvl="0" w:tplc="736A3796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D64F4A"/>
    <w:multiLevelType w:val="hybridMultilevel"/>
    <w:tmpl w:val="AC56030C"/>
    <w:lvl w:ilvl="0" w:tplc="9FD8B2A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4831B3"/>
    <w:multiLevelType w:val="hybridMultilevel"/>
    <w:tmpl w:val="59AEE7C2"/>
    <w:lvl w:ilvl="0" w:tplc="A68019C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2477FF"/>
    <w:multiLevelType w:val="hybridMultilevel"/>
    <w:tmpl w:val="C420BBDC"/>
    <w:lvl w:ilvl="0" w:tplc="2C2888EE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E50C99"/>
    <w:multiLevelType w:val="hybridMultilevel"/>
    <w:tmpl w:val="EC8C5D2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D14828"/>
    <w:multiLevelType w:val="hybridMultilevel"/>
    <w:tmpl w:val="E8629D46"/>
    <w:lvl w:ilvl="0" w:tplc="04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7"/>
  </w:num>
  <w:num w:numId="5">
    <w:abstractNumId w:val="26"/>
  </w:num>
  <w:num w:numId="6">
    <w:abstractNumId w:val="18"/>
  </w:num>
  <w:num w:numId="7">
    <w:abstractNumId w:val="1"/>
  </w:num>
  <w:num w:numId="8">
    <w:abstractNumId w:val="23"/>
  </w:num>
  <w:num w:numId="9">
    <w:abstractNumId w:val="2"/>
  </w:num>
  <w:num w:numId="10">
    <w:abstractNumId w:val="20"/>
  </w:num>
  <w:num w:numId="11">
    <w:abstractNumId w:val="11"/>
  </w:num>
  <w:num w:numId="12">
    <w:abstractNumId w:val="22"/>
  </w:num>
  <w:num w:numId="13">
    <w:abstractNumId w:val="10"/>
  </w:num>
  <w:num w:numId="14">
    <w:abstractNumId w:val="19"/>
  </w:num>
  <w:num w:numId="15">
    <w:abstractNumId w:val="9"/>
  </w:num>
  <w:num w:numId="16">
    <w:abstractNumId w:val="4"/>
  </w:num>
  <w:num w:numId="17">
    <w:abstractNumId w:val="5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24"/>
  </w:num>
  <w:num w:numId="21">
    <w:abstractNumId w:val="21"/>
  </w:num>
  <w:num w:numId="22">
    <w:abstractNumId w:val="13"/>
  </w:num>
  <w:num w:numId="23">
    <w:abstractNumId w:val="15"/>
  </w:num>
  <w:num w:numId="24">
    <w:abstractNumId w:val="16"/>
  </w:num>
  <w:num w:numId="25">
    <w:abstractNumId w:val="0"/>
  </w:num>
  <w:num w:numId="26">
    <w:abstractNumId w:val="14"/>
  </w:num>
  <w:num w:numId="27">
    <w:abstractNumId w:val="14"/>
  </w:num>
  <w:num w:numId="28">
    <w:abstractNumId w:val="17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E10"/>
    <w:rsid w:val="000000DB"/>
    <w:rsid w:val="0000091D"/>
    <w:rsid w:val="000153CA"/>
    <w:rsid w:val="000253A1"/>
    <w:rsid w:val="0004008B"/>
    <w:rsid w:val="00046071"/>
    <w:rsid w:val="00046D52"/>
    <w:rsid w:val="000500B2"/>
    <w:rsid w:val="00050DE4"/>
    <w:rsid w:val="00051835"/>
    <w:rsid w:val="00052A60"/>
    <w:rsid w:val="00065771"/>
    <w:rsid w:val="000701E0"/>
    <w:rsid w:val="00082262"/>
    <w:rsid w:val="00090655"/>
    <w:rsid w:val="000930AA"/>
    <w:rsid w:val="00093939"/>
    <w:rsid w:val="00095971"/>
    <w:rsid w:val="000959B0"/>
    <w:rsid w:val="000C19A3"/>
    <w:rsid w:val="000D04E7"/>
    <w:rsid w:val="000E3B2B"/>
    <w:rsid w:val="00100D87"/>
    <w:rsid w:val="00116506"/>
    <w:rsid w:val="00122C3A"/>
    <w:rsid w:val="001254B5"/>
    <w:rsid w:val="00132A1D"/>
    <w:rsid w:val="00136F39"/>
    <w:rsid w:val="0014241F"/>
    <w:rsid w:val="00155C7E"/>
    <w:rsid w:val="0015782A"/>
    <w:rsid w:val="0016677F"/>
    <w:rsid w:val="001675FB"/>
    <w:rsid w:val="0017084B"/>
    <w:rsid w:val="00171D6C"/>
    <w:rsid w:val="001751AF"/>
    <w:rsid w:val="00180612"/>
    <w:rsid w:val="00181C04"/>
    <w:rsid w:val="001959AB"/>
    <w:rsid w:val="001978B6"/>
    <w:rsid w:val="001A3EA8"/>
    <w:rsid w:val="001B041C"/>
    <w:rsid w:val="001B18F6"/>
    <w:rsid w:val="001B59F5"/>
    <w:rsid w:val="001B5ECC"/>
    <w:rsid w:val="001B6325"/>
    <w:rsid w:val="001D1A66"/>
    <w:rsid w:val="001D3527"/>
    <w:rsid w:val="001D6D4B"/>
    <w:rsid w:val="001E094E"/>
    <w:rsid w:val="001E2F89"/>
    <w:rsid w:val="001E5BF8"/>
    <w:rsid w:val="001F591A"/>
    <w:rsid w:val="002072A1"/>
    <w:rsid w:val="00214CD3"/>
    <w:rsid w:val="00215E8A"/>
    <w:rsid w:val="002172F9"/>
    <w:rsid w:val="00226E4E"/>
    <w:rsid w:val="00235633"/>
    <w:rsid w:val="00242E54"/>
    <w:rsid w:val="00244EB3"/>
    <w:rsid w:val="002526AB"/>
    <w:rsid w:val="00254F32"/>
    <w:rsid w:val="00257029"/>
    <w:rsid w:val="00260D8D"/>
    <w:rsid w:val="00271B4A"/>
    <w:rsid w:val="00296A0E"/>
    <w:rsid w:val="002A1518"/>
    <w:rsid w:val="002A4462"/>
    <w:rsid w:val="002A7A02"/>
    <w:rsid w:val="002C4FF2"/>
    <w:rsid w:val="002D0ADE"/>
    <w:rsid w:val="002D1FB7"/>
    <w:rsid w:val="002D2D39"/>
    <w:rsid w:val="002D394E"/>
    <w:rsid w:val="002D6A64"/>
    <w:rsid w:val="002E136B"/>
    <w:rsid w:val="002F309F"/>
    <w:rsid w:val="002F50A4"/>
    <w:rsid w:val="00305672"/>
    <w:rsid w:val="00306426"/>
    <w:rsid w:val="00310F5D"/>
    <w:rsid w:val="0031128D"/>
    <w:rsid w:val="003124C1"/>
    <w:rsid w:val="00313701"/>
    <w:rsid w:val="00315E1C"/>
    <w:rsid w:val="0032652D"/>
    <w:rsid w:val="00327CB8"/>
    <w:rsid w:val="003313EC"/>
    <w:rsid w:val="003325BD"/>
    <w:rsid w:val="003346A4"/>
    <w:rsid w:val="003348D9"/>
    <w:rsid w:val="00335698"/>
    <w:rsid w:val="00335A72"/>
    <w:rsid w:val="003368D7"/>
    <w:rsid w:val="00340F83"/>
    <w:rsid w:val="003433E0"/>
    <w:rsid w:val="00350037"/>
    <w:rsid w:val="00351925"/>
    <w:rsid w:val="00353B82"/>
    <w:rsid w:val="0035434F"/>
    <w:rsid w:val="00356245"/>
    <w:rsid w:val="00361ED2"/>
    <w:rsid w:val="00365103"/>
    <w:rsid w:val="0036566D"/>
    <w:rsid w:val="00367BCD"/>
    <w:rsid w:val="00376EAD"/>
    <w:rsid w:val="00390E10"/>
    <w:rsid w:val="00390E3E"/>
    <w:rsid w:val="003A2271"/>
    <w:rsid w:val="003B53E1"/>
    <w:rsid w:val="003C0B8F"/>
    <w:rsid w:val="003D13FA"/>
    <w:rsid w:val="003D71A6"/>
    <w:rsid w:val="003D77E3"/>
    <w:rsid w:val="003E07B9"/>
    <w:rsid w:val="003F3444"/>
    <w:rsid w:val="003F59CC"/>
    <w:rsid w:val="00401A62"/>
    <w:rsid w:val="00403180"/>
    <w:rsid w:val="00405FB1"/>
    <w:rsid w:val="00425F23"/>
    <w:rsid w:val="00430454"/>
    <w:rsid w:val="0043658D"/>
    <w:rsid w:val="0044237D"/>
    <w:rsid w:val="0044427C"/>
    <w:rsid w:val="004516A3"/>
    <w:rsid w:val="00456985"/>
    <w:rsid w:val="00456E1B"/>
    <w:rsid w:val="0046176F"/>
    <w:rsid w:val="0046382E"/>
    <w:rsid w:val="00465D98"/>
    <w:rsid w:val="0047139B"/>
    <w:rsid w:val="00473B87"/>
    <w:rsid w:val="00483F90"/>
    <w:rsid w:val="00491DAB"/>
    <w:rsid w:val="004A3058"/>
    <w:rsid w:val="004A5133"/>
    <w:rsid w:val="004A5A9A"/>
    <w:rsid w:val="004A7D8D"/>
    <w:rsid w:val="004B394C"/>
    <w:rsid w:val="004D7D58"/>
    <w:rsid w:val="004E3D3E"/>
    <w:rsid w:val="004E4EAF"/>
    <w:rsid w:val="004E782E"/>
    <w:rsid w:val="004F4730"/>
    <w:rsid w:val="00505A43"/>
    <w:rsid w:val="0051412C"/>
    <w:rsid w:val="00515EB1"/>
    <w:rsid w:val="00525740"/>
    <w:rsid w:val="00537D5E"/>
    <w:rsid w:val="00537E9F"/>
    <w:rsid w:val="005527DF"/>
    <w:rsid w:val="005555DC"/>
    <w:rsid w:val="00556528"/>
    <w:rsid w:val="00563B98"/>
    <w:rsid w:val="005846BA"/>
    <w:rsid w:val="0058575C"/>
    <w:rsid w:val="00594B9D"/>
    <w:rsid w:val="005A1430"/>
    <w:rsid w:val="005A163F"/>
    <w:rsid w:val="005A4CB7"/>
    <w:rsid w:val="005B0D93"/>
    <w:rsid w:val="005B7D25"/>
    <w:rsid w:val="005C5FD4"/>
    <w:rsid w:val="005E29C5"/>
    <w:rsid w:val="005E449F"/>
    <w:rsid w:val="005E5C63"/>
    <w:rsid w:val="005F183F"/>
    <w:rsid w:val="00606507"/>
    <w:rsid w:val="00607436"/>
    <w:rsid w:val="00610E16"/>
    <w:rsid w:val="006112DC"/>
    <w:rsid w:val="006118D8"/>
    <w:rsid w:val="00613EFE"/>
    <w:rsid w:val="006206FC"/>
    <w:rsid w:val="0063396B"/>
    <w:rsid w:val="0063766B"/>
    <w:rsid w:val="00646567"/>
    <w:rsid w:val="00654522"/>
    <w:rsid w:val="006668E5"/>
    <w:rsid w:val="006911C3"/>
    <w:rsid w:val="006A3B62"/>
    <w:rsid w:val="006A7525"/>
    <w:rsid w:val="006B037E"/>
    <w:rsid w:val="006B2834"/>
    <w:rsid w:val="006B53BD"/>
    <w:rsid w:val="006C01B8"/>
    <w:rsid w:val="006C752E"/>
    <w:rsid w:val="006D4C81"/>
    <w:rsid w:val="006D50D3"/>
    <w:rsid w:val="006F2BD1"/>
    <w:rsid w:val="006F35D7"/>
    <w:rsid w:val="006F3B11"/>
    <w:rsid w:val="006F7AC3"/>
    <w:rsid w:val="007105FC"/>
    <w:rsid w:val="00712398"/>
    <w:rsid w:val="007209C0"/>
    <w:rsid w:val="00724500"/>
    <w:rsid w:val="00724BFE"/>
    <w:rsid w:val="0072519B"/>
    <w:rsid w:val="00730053"/>
    <w:rsid w:val="00735C5B"/>
    <w:rsid w:val="0073646B"/>
    <w:rsid w:val="00741945"/>
    <w:rsid w:val="00763F0F"/>
    <w:rsid w:val="00771628"/>
    <w:rsid w:val="00774BFB"/>
    <w:rsid w:val="00785D53"/>
    <w:rsid w:val="0079329A"/>
    <w:rsid w:val="00796D8B"/>
    <w:rsid w:val="0079789C"/>
    <w:rsid w:val="007A17FD"/>
    <w:rsid w:val="007B4610"/>
    <w:rsid w:val="007B57FF"/>
    <w:rsid w:val="007C2EFF"/>
    <w:rsid w:val="007C3364"/>
    <w:rsid w:val="007C4122"/>
    <w:rsid w:val="007D273F"/>
    <w:rsid w:val="007D566D"/>
    <w:rsid w:val="007E4218"/>
    <w:rsid w:val="007F57BE"/>
    <w:rsid w:val="007F6D64"/>
    <w:rsid w:val="0080158A"/>
    <w:rsid w:val="008023A1"/>
    <w:rsid w:val="0080332C"/>
    <w:rsid w:val="00820476"/>
    <w:rsid w:val="008209D0"/>
    <w:rsid w:val="00823426"/>
    <w:rsid w:val="00824F70"/>
    <w:rsid w:val="00826C30"/>
    <w:rsid w:val="008347ED"/>
    <w:rsid w:val="00835D7B"/>
    <w:rsid w:val="00840169"/>
    <w:rsid w:val="00842E49"/>
    <w:rsid w:val="00850677"/>
    <w:rsid w:val="00850C9A"/>
    <w:rsid w:val="0085180C"/>
    <w:rsid w:val="008518A7"/>
    <w:rsid w:val="00857AA1"/>
    <w:rsid w:val="008646FF"/>
    <w:rsid w:val="00872FEC"/>
    <w:rsid w:val="0087768E"/>
    <w:rsid w:val="00886615"/>
    <w:rsid w:val="008869BF"/>
    <w:rsid w:val="008910B6"/>
    <w:rsid w:val="008916B0"/>
    <w:rsid w:val="00896FBF"/>
    <w:rsid w:val="008A2D84"/>
    <w:rsid w:val="008B0B06"/>
    <w:rsid w:val="008B15B9"/>
    <w:rsid w:val="008B15F2"/>
    <w:rsid w:val="008B5614"/>
    <w:rsid w:val="008B57A9"/>
    <w:rsid w:val="008B716C"/>
    <w:rsid w:val="008C710A"/>
    <w:rsid w:val="008E2295"/>
    <w:rsid w:val="008E291F"/>
    <w:rsid w:val="008E67B6"/>
    <w:rsid w:val="008F4033"/>
    <w:rsid w:val="009047CC"/>
    <w:rsid w:val="009254BA"/>
    <w:rsid w:val="00935AA7"/>
    <w:rsid w:val="00937847"/>
    <w:rsid w:val="00937AB6"/>
    <w:rsid w:val="009538BA"/>
    <w:rsid w:val="009611DE"/>
    <w:rsid w:val="0096434D"/>
    <w:rsid w:val="00964A2B"/>
    <w:rsid w:val="00967B31"/>
    <w:rsid w:val="00971B4F"/>
    <w:rsid w:val="00973EC2"/>
    <w:rsid w:val="0097456A"/>
    <w:rsid w:val="00976AA8"/>
    <w:rsid w:val="00977CDD"/>
    <w:rsid w:val="009820C2"/>
    <w:rsid w:val="00984001"/>
    <w:rsid w:val="00985998"/>
    <w:rsid w:val="009921F8"/>
    <w:rsid w:val="009A4AC2"/>
    <w:rsid w:val="009C3F24"/>
    <w:rsid w:val="009C4CE3"/>
    <w:rsid w:val="009C6649"/>
    <w:rsid w:val="00A00D34"/>
    <w:rsid w:val="00A024C1"/>
    <w:rsid w:val="00A05007"/>
    <w:rsid w:val="00A14348"/>
    <w:rsid w:val="00A20FD8"/>
    <w:rsid w:val="00A2419C"/>
    <w:rsid w:val="00A444F9"/>
    <w:rsid w:val="00A44656"/>
    <w:rsid w:val="00A60B4D"/>
    <w:rsid w:val="00A725F2"/>
    <w:rsid w:val="00A7345B"/>
    <w:rsid w:val="00A738D1"/>
    <w:rsid w:val="00AA4D7C"/>
    <w:rsid w:val="00AB0377"/>
    <w:rsid w:val="00AB3512"/>
    <w:rsid w:val="00AB519A"/>
    <w:rsid w:val="00AC3AF7"/>
    <w:rsid w:val="00AC4EC3"/>
    <w:rsid w:val="00AC6EAB"/>
    <w:rsid w:val="00AC74B5"/>
    <w:rsid w:val="00AD3B4E"/>
    <w:rsid w:val="00AE24E4"/>
    <w:rsid w:val="00AE3832"/>
    <w:rsid w:val="00AE4EC4"/>
    <w:rsid w:val="00AE6AE1"/>
    <w:rsid w:val="00AF570C"/>
    <w:rsid w:val="00B151B8"/>
    <w:rsid w:val="00B2700D"/>
    <w:rsid w:val="00B3059A"/>
    <w:rsid w:val="00B30D87"/>
    <w:rsid w:val="00B32215"/>
    <w:rsid w:val="00B376EC"/>
    <w:rsid w:val="00B42C2E"/>
    <w:rsid w:val="00B4758C"/>
    <w:rsid w:val="00B55CE5"/>
    <w:rsid w:val="00B74D70"/>
    <w:rsid w:val="00B83AED"/>
    <w:rsid w:val="00B864DD"/>
    <w:rsid w:val="00B87618"/>
    <w:rsid w:val="00B878FD"/>
    <w:rsid w:val="00B93E47"/>
    <w:rsid w:val="00B94066"/>
    <w:rsid w:val="00B9575A"/>
    <w:rsid w:val="00BA75FA"/>
    <w:rsid w:val="00BB7AFC"/>
    <w:rsid w:val="00BC18E3"/>
    <w:rsid w:val="00BC4FFC"/>
    <w:rsid w:val="00BE17AB"/>
    <w:rsid w:val="00BE49A4"/>
    <w:rsid w:val="00BF24EE"/>
    <w:rsid w:val="00C00EB7"/>
    <w:rsid w:val="00C04413"/>
    <w:rsid w:val="00C1571B"/>
    <w:rsid w:val="00C30B50"/>
    <w:rsid w:val="00C31524"/>
    <w:rsid w:val="00C40DC4"/>
    <w:rsid w:val="00C411B8"/>
    <w:rsid w:val="00C415BD"/>
    <w:rsid w:val="00C50873"/>
    <w:rsid w:val="00C52F64"/>
    <w:rsid w:val="00C54E28"/>
    <w:rsid w:val="00C706A1"/>
    <w:rsid w:val="00C74126"/>
    <w:rsid w:val="00C75FB6"/>
    <w:rsid w:val="00C84C40"/>
    <w:rsid w:val="00C87D16"/>
    <w:rsid w:val="00C90A72"/>
    <w:rsid w:val="00C94EB4"/>
    <w:rsid w:val="00CA475A"/>
    <w:rsid w:val="00CB0CEC"/>
    <w:rsid w:val="00CB5178"/>
    <w:rsid w:val="00CC1A25"/>
    <w:rsid w:val="00CD2F83"/>
    <w:rsid w:val="00CD4152"/>
    <w:rsid w:val="00CF2632"/>
    <w:rsid w:val="00CF388A"/>
    <w:rsid w:val="00CF4BDD"/>
    <w:rsid w:val="00D00ADC"/>
    <w:rsid w:val="00D019BE"/>
    <w:rsid w:val="00D020DA"/>
    <w:rsid w:val="00D03B9C"/>
    <w:rsid w:val="00D047BC"/>
    <w:rsid w:val="00D0588C"/>
    <w:rsid w:val="00D17708"/>
    <w:rsid w:val="00D27447"/>
    <w:rsid w:val="00D32465"/>
    <w:rsid w:val="00D33594"/>
    <w:rsid w:val="00D36B1C"/>
    <w:rsid w:val="00D4127F"/>
    <w:rsid w:val="00D45993"/>
    <w:rsid w:val="00D47E57"/>
    <w:rsid w:val="00D51F92"/>
    <w:rsid w:val="00D57D3F"/>
    <w:rsid w:val="00D60F44"/>
    <w:rsid w:val="00D617BE"/>
    <w:rsid w:val="00D62DFF"/>
    <w:rsid w:val="00D827A3"/>
    <w:rsid w:val="00D90875"/>
    <w:rsid w:val="00D9411B"/>
    <w:rsid w:val="00D95E64"/>
    <w:rsid w:val="00DA0A4F"/>
    <w:rsid w:val="00DB023C"/>
    <w:rsid w:val="00DB41D2"/>
    <w:rsid w:val="00DB5C68"/>
    <w:rsid w:val="00DC1428"/>
    <w:rsid w:val="00DC2635"/>
    <w:rsid w:val="00DC2D83"/>
    <w:rsid w:val="00DC59C8"/>
    <w:rsid w:val="00DC7C90"/>
    <w:rsid w:val="00DD4F31"/>
    <w:rsid w:val="00DD6460"/>
    <w:rsid w:val="00DE0BD2"/>
    <w:rsid w:val="00DE0C7D"/>
    <w:rsid w:val="00DF4030"/>
    <w:rsid w:val="00DF6060"/>
    <w:rsid w:val="00DF7E9F"/>
    <w:rsid w:val="00E05A8D"/>
    <w:rsid w:val="00E11EA6"/>
    <w:rsid w:val="00E12C79"/>
    <w:rsid w:val="00E13C03"/>
    <w:rsid w:val="00E157FB"/>
    <w:rsid w:val="00E1759D"/>
    <w:rsid w:val="00E22C3C"/>
    <w:rsid w:val="00E2347A"/>
    <w:rsid w:val="00E32C43"/>
    <w:rsid w:val="00E33637"/>
    <w:rsid w:val="00E42E44"/>
    <w:rsid w:val="00E4415D"/>
    <w:rsid w:val="00E51C77"/>
    <w:rsid w:val="00E55FCD"/>
    <w:rsid w:val="00E567BB"/>
    <w:rsid w:val="00E645F5"/>
    <w:rsid w:val="00E76F08"/>
    <w:rsid w:val="00E841F7"/>
    <w:rsid w:val="00EB17A3"/>
    <w:rsid w:val="00EC21E2"/>
    <w:rsid w:val="00EC6313"/>
    <w:rsid w:val="00ED13FD"/>
    <w:rsid w:val="00ED5338"/>
    <w:rsid w:val="00ED724B"/>
    <w:rsid w:val="00EF2B75"/>
    <w:rsid w:val="00EF4F0A"/>
    <w:rsid w:val="00F02CBE"/>
    <w:rsid w:val="00F12E2A"/>
    <w:rsid w:val="00F13291"/>
    <w:rsid w:val="00F15B45"/>
    <w:rsid w:val="00F16EEA"/>
    <w:rsid w:val="00F24752"/>
    <w:rsid w:val="00F33207"/>
    <w:rsid w:val="00F34F5A"/>
    <w:rsid w:val="00F35396"/>
    <w:rsid w:val="00F41205"/>
    <w:rsid w:val="00F47A9D"/>
    <w:rsid w:val="00F47D42"/>
    <w:rsid w:val="00F549C8"/>
    <w:rsid w:val="00F5645F"/>
    <w:rsid w:val="00F71611"/>
    <w:rsid w:val="00F71C72"/>
    <w:rsid w:val="00F75E83"/>
    <w:rsid w:val="00F8354C"/>
    <w:rsid w:val="00F83A20"/>
    <w:rsid w:val="00F840F9"/>
    <w:rsid w:val="00F84197"/>
    <w:rsid w:val="00F85E07"/>
    <w:rsid w:val="00F86620"/>
    <w:rsid w:val="00F97C48"/>
    <w:rsid w:val="00FA1C7E"/>
    <w:rsid w:val="00FB34BC"/>
    <w:rsid w:val="00FB3A38"/>
    <w:rsid w:val="00FB7475"/>
    <w:rsid w:val="00FC1802"/>
    <w:rsid w:val="00FD1C3F"/>
    <w:rsid w:val="00FD358B"/>
    <w:rsid w:val="00FE1CC4"/>
    <w:rsid w:val="00FF0A4D"/>
    <w:rsid w:val="00FF5C4A"/>
    <w:rsid w:val="00FF6AD3"/>
    <w:rsid w:val="00FF7153"/>
    <w:rsid w:val="00FF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49D7B70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-Pozci">
    <w:name w:val="Cím - Pozíció"/>
    <w:basedOn w:val="Normal"/>
    <w:qFormat/>
    <w:rsid w:val="00556528"/>
    <w:pPr>
      <w:jc w:val="both"/>
    </w:pPr>
    <w:rPr>
      <w:rFonts w:ascii="Arial" w:hAnsi="Arial" w:cs="Arial"/>
      <w:b/>
      <w:bCs/>
      <w:caps/>
      <w:color w:val="FFFFFF" w:themeColor="background1"/>
      <w:spacing w:val="2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4016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unhideWhenUsed/>
    <w:rsid w:val="0084016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basedOn w:val="Normal"/>
    <w:next w:val="Subtitle"/>
    <w:qFormat/>
    <w:rsid w:val="00556528"/>
    <w:pPr>
      <w:spacing w:after="0" w:line="240" w:lineRule="auto"/>
    </w:pPr>
    <w:rPr>
      <w:rFonts w:ascii="Arial" w:hAnsi="Arial" w:cs="Arial"/>
      <w:caps/>
      <w:color w:val="FFFFFF" w:themeColor="background1"/>
      <w:spacing w:val="10"/>
      <w:sz w:val="72"/>
      <w:szCs w:val="72"/>
    </w:rPr>
  </w:style>
  <w:style w:type="paragraph" w:customStyle="1" w:styleId="H1">
    <w:name w:val="H1"/>
    <w:basedOn w:val="Cm-Pozci"/>
    <w:qFormat/>
    <w:rsid w:val="00556528"/>
    <w:pPr>
      <w:spacing w:after="0"/>
      <w:jc w:val="left"/>
    </w:pPr>
    <w:rPr>
      <w:b w:val="0"/>
      <w:bCs w:val="0"/>
      <w:color w:val="00ACE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6911C3"/>
    <w:pPr>
      <w:spacing w:after="120" w:line="276" w:lineRule="auto"/>
    </w:pPr>
    <w:rPr>
      <w:rFonts w:ascii="Arial" w:eastAsia="Calibri" w:hAnsi="Arial" w:cs="Arial"/>
      <w:color w:val="404040" w:themeColor="text1" w:themeTint="BF"/>
      <w:sz w:val="18"/>
      <w:szCs w:val="18"/>
    </w:rPr>
  </w:style>
  <w:style w:type="paragraph" w:customStyle="1" w:styleId="Felsorols1">
    <w:name w:val="Felsorolás1"/>
    <w:basedOn w:val="Folyszveg"/>
    <w:qFormat/>
    <w:rsid w:val="001B18F6"/>
    <w:pPr>
      <w:numPr>
        <w:numId w:val="28"/>
      </w:numPr>
      <w:spacing w:after="0"/>
    </w:pPr>
  </w:style>
  <w:style w:type="paragraph" w:customStyle="1" w:styleId="H2">
    <w:name w:val="H2"/>
    <w:basedOn w:val="Cm-Pozci"/>
    <w:qFormat/>
    <w:rsid w:val="009C4CE3"/>
    <w:pPr>
      <w:spacing w:after="120"/>
      <w:jc w:val="left"/>
    </w:pPr>
    <w:rPr>
      <w:b w:val="0"/>
      <w:bCs w:val="0"/>
      <w:color w:val="000000" w:themeColor="text1"/>
      <w:sz w:val="16"/>
      <w:szCs w:val="16"/>
      <w14:textFill>
        <w14:solidFill>
          <w14:schemeClr w14:val="tx1">
            <w14:lumMod w14:val="75000"/>
            <w14:lumOff w14:val="25000"/>
            <w14:lumMod w14:val="95000"/>
            <w14:lumOff w14:val="5000"/>
          </w14:schemeClr>
        </w14:solidFill>
      </w14:textFill>
    </w:rPr>
  </w:style>
  <w:style w:type="paragraph" w:customStyle="1" w:styleId="H3">
    <w:name w:val="H3"/>
    <w:basedOn w:val="Cm-Pozci"/>
    <w:qFormat/>
    <w:rsid w:val="009C4CE3"/>
    <w:pPr>
      <w:spacing w:after="60"/>
      <w:jc w:val="left"/>
    </w:pPr>
    <w:rPr>
      <w:caps w:val="0"/>
      <w:color w:val="00ACEF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C90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3C03"/>
    <w:pPr>
      <w:ind w:left="720"/>
      <w:contextualSpacing/>
    </w:pPr>
  </w:style>
  <w:style w:type="paragraph" w:customStyle="1" w:styleId="H1-Oldalsv">
    <w:name w:val="H1 - Oldalsáv"/>
    <w:qFormat/>
    <w:rsid w:val="00E32C43"/>
    <w:pPr>
      <w:jc w:val="center"/>
    </w:pPr>
    <w:rPr>
      <w:rFonts w:ascii="Roboto" w:eastAsia="Calibri" w:hAnsi="Roboto" w:cs="Times New Roman"/>
      <w:caps/>
      <w:noProof/>
      <w:color w:val="283F57"/>
      <w:spacing w:val="10"/>
    </w:rPr>
  </w:style>
  <w:style w:type="paragraph" w:customStyle="1" w:styleId="Idzet1">
    <w:name w:val="Idézet1"/>
    <w:qFormat/>
    <w:rsid w:val="006B53BD"/>
    <w:pPr>
      <w:spacing w:after="120"/>
    </w:pPr>
    <w:rPr>
      <w:rFonts w:ascii="Arial" w:eastAsia="Calibri" w:hAnsi="Arial" w:cs="Arial"/>
      <w:i/>
      <w:iCs/>
      <w:color w:val="595959" w:themeColor="text1" w:themeTint="A6"/>
      <w:sz w:val="16"/>
      <w:szCs w:val="16"/>
    </w:rPr>
  </w:style>
  <w:style w:type="paragraph" w:customStyle="1" w:styleId="Idzet-Szerz">
    <w:name w:val="Idézet - Szerző"/>
    <w:basedOn w:val="Folyszveg"/>
    <w:qFormat/>
    <w:rsid w:val="006B53BD"/>
    <w:pPr>
      <w:spacing w:after="240"/>
    </w:pPr>
    <w:rPr>
      <w:rFonts w:ascii="Roboto" w:hAnsi="Roboto"/>
      <w:b/>
      <w:bCs/>
      <w:color w:val="00ACEF"/>
    </w:rPr>
  </w:style>
  <w:style w:type="paragraph" w:styleId="NormalWeb">
    <w:name w:val="Normal (Web)"/>
    <w:basedOn w:val="Normal"/>
    <w:uiPriority w:val="99"/>
    <w:semiHidden/>
    <w:unhideWhenUsed/>
    <w:rsid w:val="008023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7C336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C3364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8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4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openxmlformats.org/officeDocument/2006/relationships/image" Target="media/image8.sv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23" Type="http://schemas.openxmlformats.org/officeDocument/2006/relationships/image" Target="media/image10.svg"/><Relationship Id="rId10" Type="http://schemas.openxmlformats.org/officeDocument/2006/relationships/image" Target="media/image6.sv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arpaff/Documents/work/Jobsolver/Print%20Design/Gerilla%20O&#776;ne&#769;letrajz%20Sablonok/Sablonok/1_Sablon/1_Sablon_1_hasab_fenykep_nelku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174DCD-4971-8745-BB37-43EADFFB0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1_Sablon_1_hasab_fenykep_nelkul.dotx</Template>
  <TotalTime>0</TotalTime>
  <Pages>2</Pages>
  <Words>537</Words>
  <Characters>4211</Characters>
  <Application>Microsoft Office Word</Application>
  <DocSecurity>0</DocSecurity>
  <Lines>100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András Baráth</cp:lastModifiedBy>
  <cp:revision>2</cp:revision>
  <cp:lastPrinted>2019-10-23T14:09:00Z</cp:lastPrinted>
  <dcterms:created xsi:type="dcterms:W3CDTF">2019-11-21T14:22:00Z</dcterms:created>
  <dcterms:modified xsi:type="dcterms:W3CDTF">2019-11-21T14:22:00Z</dcterms:modified>
</cp:coreProperties>
</file>